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A4D7" w14:textId="77777777" w:rsidR="004F447B" w:rsidRDefault="00535A05" w:rsidP="00865666">
      <w:r>
        <w:rPr>
          <w:noProof/>
          <w:lang w:val="fr-FR" w:eastAsia="fr-FR"/>
        </w:rPr>
        <w:drawing>
          <wp:anchor distT="0" distB="0" distL="114300" distR="114300" simplePos="0" relativeHeight="251662336" behindDoc="0" locked="0" layoutInCell="1" allowOverlap="1" wp14:anchorId="0BEBDF33" wp14:editId="06017C02">
            <wp:simplePos x="0" y="0"/>
            <wp:positionH relativeFrom="margin">
              <wp:posOffset>1654810</wp:posOffset>
            </wp:positionH>
            <wp:positionV relativeFrom="paragraph">
              <wp:posOffset>2438400</wp:posOffset>
            </wp:positionV>
            <wp:extent cx="4800600" cy="3095625"/>
            <wp:effectExtent l="38100" t="0" r="76200" b="0"/>
            <wp:wrapThrough wrapText="bothSides">
              <wp:wrapPolygon edited="0">
                <wp:start x="-171" y="133"/>
                <wp:lineTo x="-171" y="798"/>
                <wp:lineTo x="171" y="2526"/>
                <wp:lineTo x="-171" y="2526"/>
                <wp:lineTo x="-171" y="6513"/>
                <wp:lineTo x="771" y="6779"/>
                <wp:lineTo x="1286" y="8906"/>
                <wp:lineTo x="857" y="8906"/>
                <wp:lineTo x="857" y="12628"/>
                <wp:lineTo x="1714" y="13159"/>
                <wp:lineTo x="343" y="15020"/>
                <wp:lineTo x="-171" y="15286"/>
                <wp:lineTo x="-171" y="21401"/>
                <wp:lineTo x="429" y="21401"/>
                <wp:lineTo x="514" y="21135"/>
                <wp:lineTo x="2914" y="19540"/>
                <wp:lineTo x="20914" y="19540"/>
                <wp:lineTo x="21857" y="19407"/>
                <wp:lineTo x="21857" y="15020"/>
                <wp:lineTo x="18771" y="14622"/>
                <wp:lineTo x="3857" y="13159"/>
                <wp:lineTo x="19800" y="13159"/>
                <wp:lineTo x="21771" y="12894"/>
                <wp:lineTo x="21771" y="8507"/>
                <wp:lineTo x="18686" y="8108"/>
                <wp:lineTo x="2829" y="6779"/>
                <wp:lineTo x="18600" y="6779"/>
                <wp:lineTo x="21600" y="6380"/>
                <wp:lineTo x="21600" y="2127"/>
                <wp:lineTo x="18514" y="1728"/>
                <wp:lineTo x="429" y="133"/>
                <wp:lineTo x="-171" y="133"/>
              </wp:wrapPolygon>
            </wp:wrapThrough>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5615A545" w14:textId="77777777" w:rsidR="004F447B" w:rsidRPr="004F447B" w:rsidRDefault="004F447B" w:rsidP="004F447B"/>
    <w:p w14:paraId="177227C1" w14:textId="77777777" w:rsidR="004F447B" w:rsidRPr="004F447B" w:rsidRDefault="004F447B" w:rsidP="004F447B"/>
    <w:p w14:paraId="116BC8DE" w14:textId="77777777" w:rsidR="004F447B" w:rsidRPr="004F447B" w:rsidRDefault="004F447B" w:rsidP="004F447B"/>
    <w:p w14:paraId="6F05B780" w14:textId="77777777" w:rsidR="004F447B" w:rsidRPr="004F447B" w:rsidRDefault="004F447B" w:rsidP="004F447B"/>
    <w:p w14:paraId="495D94F2" w14:textId="77777777" w:rsidR="004F447B" w:rsidRPr="004F447B" w:rsidRDefault="004F447B" w:rsidP="004F447B"/>
    <w:p w14:paraId="2627F40A" w14:textId="77777777" w:rsidR="004F447B" w:rsidRPr="004F447B" w:rsidRDefault="004F447B" w:rsidP="004F447B"/>
    <w:p w14:paraId="65C9DB3A" w14:textId="77777777" w:rsidR="004F447B" w:rsidRPr="004F447B" w:rsidRDefault="004F447B" w:rsidP="004F447B"/>
    <w:p w14:paraId="0BEC37BC" w14:textId="77777777" w:rsidR="004F447B" w:rsidRPr="004F447B" w:rsidRDefault="004F447B" w:rsidP="004F447B"/>
    <w:p w14:paraId="0022DDD9" w14:textId="77777777" w:rsidR="004F447B" w:rsidRPr="004F447B" w:rsidRDefault="004F447B" w:rsidP="004F447B"/>
    <w:p w14:paraId="54A58A4C" w14:textId="77777777" w:rsidR="004F447B" w:rsidRDefault="004F447B" w:rsidP="004F447B"/>
    <w:p w14:paraId="6DB775DA" w14:textId="77777777" w:rsidR="004F447B" w:rsidRDefault="004F447B" w:rsidP="004F447B">
      <w:pPr>
        <w:tabs>
          <w:tab w:val="left" w:pos="6420"/>
        </w:tabs>
      </w:pPr>
      <w:r>
        <w:tab/>
      </w:r>
    </w:p>
    <w:p w14:paraId="3231182B" w14:textId="77777777" w:rsidR="00B623FE" w:rsidRPr="004F447B" w:rsidRDefault="004F447B" w:rsidP="004F447B">
      <w:pPr>
        <w:tabs>
          <w:tab w:val="left" w:pos="6420"/>
        </w:tabs>
        <w:sectPr w:rsidR="00B623FE" w:rsidRPr="004F447B" w:rsidSect="00E31C27">
          <w:headerReference w:type="default" r:id="rId13"/>
          <w:footerReference w:type="even" r:id="rId14"/>
          <w:footerReference w:type="default" r:id="rId15"/>
          <w:footerReference w:type="first" r:id="rId16"/>
          <w:type w:val="continuous"/>
          <w:pgSz w:w="11910" w:h="16840"/>
          <w:pgMar w:top="961" w:right="964" w:bottom="964" w:left="964" w:header="720" w:footer="720" w:gutter="0"/>
          <w:cols w:space="720"/>
          <w:docGrid w:linePitch="299"/>
        </w:sectPr>
      </w:pPr>
      <w:r>
        <w:tab/>
      </w:r>
    </w:p>
    <w:p w14:paraId="2078F9B9" w14:textId="77777777" w:rsidR="00C31F74" w:rsidRPr="00C31F74" w:rsidRDefault="00C31F74" w:rsidP="00C31F74">
      <w:pPr>
        <w:pStyle w:val="Corpsdetexte"/>
        <w:jc w:val="center"/>
        <w:rPr>
          <w:b/>
        </w:rPr>
      </w:pPr>
      <w:r w:rsidRPr="00C31F74">
        <w:rPr>
          <w:b/>
        </w:rPr>
        <w:lastRenderedPageBreak/>
        <w:t>PREAMBULE</w:t>
      </w:r>
    </w:p>
    <w:p w14:paraId="5C10E85A" w14:textId="77777777" w:rsidR="00C31F74" w:rsidRDefault="00C31F74" w:rsidP="00400D68">
      <w:pPr>
        <w:pStyle w:val="Corpsdetexte"/>
      </w:pPr>
    </w:p>
    <w:p w14:paraId="0FAE9CBD" w14:textId="77777777" w:rsidR="00BC7BEC" w:rsidRPr="00E52A22" w:rsidRDefault="00184D74" w:rsidP="005978F8">
      <w:pPr>
        <w:pStyle w:val="Corpsdetexte"/>
        <w:jc w:val="both"/>
        <w:rPr>
          <w:b/>
          <w:i/>
        </w:rPr>
      </w:pPr>
      <w:r w:rsidRPr="00C31F74">
        <w:rPr>
          <w:i/>
        </w:rPr>
        <w:t>Ce document constitue la proposition technique du candidat</w:t>
      </w:r>
      <w:r w:rsidR="0007210D">
        <w:rPr>
          <w:i/>
        </w:rPr>
        <w:t xml:space="preserve">. </w:t>
      </w:r>
      <w:r w:rsidR="0007210D" w:rsidRPr="00E52A22">
        <w:rPr>
          <w:b/>
          <w:i/>
        </w:rPr>
        <w:t>Elle doit</w:t>
      </w:r>
      <w:r w:rsidR="00BC7BEC" w:rsidRPr="00E52A22">
        <w:rPr>
          <w:b/>
          <w:i/>
        </w:rPr>
        <w:t xml:space="preserve"> être obligatoirement joint</w:t>
      </w:r>
      <w:r w:rsidR="00A931F5" w:rsidRPr="00E52A22">
        <w:rPr>
          <w:b/>
          <w:i/>
        </w:rPr>
        <w:t>e</w:t>
      </w:r>
      <w:r w:rsidR="00BC7BEC" w:rsidRPr="00E52A22">
        <w:rPr>
          <w:b/>
          <w:i/>
        </w:rPr>
        <w:t xml:space="preserve"> à l’offre, sous peine </w:t>
      </w:r>
      <w:r w:rsidR="005978F8">
        <w:rPr>
          <w:b/>
          <w:i/>
        </w:rPr>
        <w:t>d’irrégularité</w:t>
      </w:r>
      <w:r w:rsidR="00BC7BEC" w:rsidRPr="00E52A22">
        <w:rPr>
          <w:b/>
          <w:i/>
        </w:rPr>
        <w:t xml:space="preserve"> de </w:t>
      </w:r>
      <w:r w:rsidR="00A931F5" w:rsidRPr="00E52A22">
        <w:rPr>
          <w:b/>
          <w:i/>
        </w:rPr>
        <w:t>celle-ci</w:t>
      </w:r>
      <w:r w:rsidR="00BC7BEC" w:rsidRPr="00E52A22">
        <w:rPr>
          <w:b/>
          <w:i/>
        </w:rPr>
        <w:t>.</w:t>
      </w:r>
    </w:p>
    <w:p w14:paraId="38BFC28C" w14:textId="77777777" w:rsidR="00184D74" w:rsidRPr="00C31F74" w:rsidRDefault="00BC7BEC" w:rsidP="005978F8">
      <w:pPr>
        <w:pStyle w:val="Corpsdetexte"/>
        <w:jc w:val="both"/>
        <w:rPr>
          <w:i/>
        </w:rPr>
      </w:pPr>
      <w:r>
        <w:rPr>
          <w:i/>
        </w:rPr>
        <w:t xml:space="preserve">L’entreprise </w:t>
      </w:r>
      <w:r w:rsidR="00184D74" w:rsidRPr="00C31F74">
        <w:rPr>
          <w:i/>
        </w:rPr>
        <w:t>pré</w:t>
      </w:r>
      <w:r>
        <w:rPr>
          <w:i/>
        </w:rPr>
        <w:t>cise pour chacun des sous-critère dans quelle(s) mesure(s)</w:t>
      </w:r>
      <w:r w:rsidR="00184D74" w:rsidRPr="00C31F74">
        <w:rPr>
          <w:i/>
        </w:rPr>
        <w:t xml:space="preserve"> son offre répond aux exigences du CCTP. Il est possible d’adjoindre à ce mémoire des documents en annexe, afin de justifier des points présentés (plans techniques, fiches techniques, CV du personnel, …). Une annexe ne sera consultée que si le paragraphe qu’elle complète renvoie explicitement à cette annexe, clairement identifiée.</w:t>
      </w:r>
    </w:p>
    <w:p w14:paraId="2F973E11" w14:textId="77777777" w:rsidR="00E31C27" w:rsidRPr="00C31F74" w:rsidRDefault="00184D74" w:rsidP="005978F8">
      <w:pPr>
        <w:pStyle w:val="Corpsdetexte"/>
        <w:jc w:val="both"/>
        <w:rPr>
          <w:i/>
        </w:rPr>
      </w:pPr>
      <w:r w:rsidRPr="00C31F74">
        <w:rPr>
          <w:i/>
        </w:rPr>
        <w:t>La notation de la valeur technique sera exclusivement fondée sur les informations fournies dans le présent document et ses éventuelles annexes</w:t>
      </w:r>
      <w:r w:rsidR="00C31F74" w:rsidRPr="00C31F74">
        <w:rPr>
          <w:i/>
        </w:rPr>
        <w:t>.</w:t>
      </w:r>
    </w:p>
    <w:p w14:paraId="5834D769" w14:textId="77777777" w:rsidR="00184D74" w:rsidRDefault="00184D74" w:rsidP="005978F8">
      <w:pPr>
        <w:pStyle w:val="Corpsdetexte"/>
        <w:jc w:val="both"/>
        <w:rPr>
          <w:b/>
          <w:i/>
        </w:rPr>
      </w:pPr>
      <w:r w:rsidRPr="00C31F74">
        <w:rPr>
          <w:b/>
          <w:i/>
        </w:rPr>
        <w:t>L’effort de clarté et de synthèse</w:t>
      </w:r>
      <w:r w:rsidR="0007210D">
        <w:rPr>
          <w:b/>
          <w:i/>
        </w:rPr>
        <w:t>,</w:t>
      </w:r>
      <w:r w:rsidRPr="00C31F74">
        <w:rPr>
          <w:b/>
          <w:i/>
        </w:rPr>
        <w:t xml:space="preserve"> ainsi que la pertinence des informations fournies seront pris en considération dans l’attribution des points sur chaque critère</w:t>
      </w:r>
      <w:r w:rsidR="00C31F74" w:rsidRPr="00C31F74">
        <w:rPr>
          <w:b/>
          <w:i/>
        </w:rPr>
        <w:t>.</w:t>
      </w:r>
    </w:p>
    <w:p w14:paraId="7E38AAB0" w14:textId="77777777" w:rsidR="00C31F74" w:rsidRPr="00C31F74" w:rsidRDefault="00C31F74" w:rsidP="005978F8">
      <w:pPr>
        <w:pStyle w:val="Corpsdetexte"/>
        <w:jc w:val="both"/>
        <w:rPr>
          <w:b/>
          <w:i/>
        </w:rPr>
      </w:pPr>
    </w:p>
    <w:p w14:paraId="5EF91015" w14:textId="77777777" w:rsidR="00400D68" w:rsidRPr="00613457" w:rsidRDefault="00400D68" w:rsidP="00400D68">
      <w:pPr>
        <w:pStyle w:val="Corpsdetexte"/>
      </w:pPr>
    </w:p>
    <w:tbl>
      <w:tblPr>
        <w:tblStyle w:val="Grilledutableau"/>
        <w:tblW w:w="10060" w:type="dxa"/>
        <w:tblLook w:val="04A0" w:firstRow="1" w:lastRow="0" w:firstColumn="1" w:lastColumn="0" w:noHBand="0" w:noVBand="1"/>
      </w:tblPr>
      <w:tblGrid>
        <w:gridCol w:w="9067"/>
        <w:gridCol w:w="993"/>
      </w:tblGrid>
      <w:tr w:rsidR="0092248C" w:rsidRPr="00613457" w14:paraId="2C4A120C" w14:textId="77777777" w:rsidTr="00E31C27">
        <w:trPr>
          <w:trHeight w:val="345"/>
        </w:trPr>
        <w:tc>
          <w:tcPr>
            <w:tcW w:w="9067" w:type="dxa"/>
            <w:shd w:val="clear" w:color="auto" w:fill="CCECFF"/>
          </w:tcPr>
          <w:p w14:paraId="14D52291" w14:textId="77777777" w:rsidR="000456DD" w:rsidRPr="000456DD" w:rsidRDefault="000456DD" w:rsidP="000456DD">
            <w:pPr>
              <w:pStyle w:val="Corpsdetexte"/>
              <w:spacing w:line="360" w:lineRule="auto"/>
              <w:rPr>
                <w:b/>
                <w:bCs/>
                <w:iCs/>
              </w:rPr>
            </w:pPr>
            <w:r w:rsidRPr="000456DD">
              <w:rPr>
                <w:b/>
                <w:iCs/>
              </w:rPr>
              <w:t xml:space="preserve">Sous-critère 1.1 – </w:t>
            </w:r>
            <w:r w:rsidRPr="000456DD">
              <w:rPr>
                <w:b/>
                <w:bCs/>
                <w:iCs/>
              </w:rPr>
              <w:t xml:space="preserve">1.1 Organisation, moyens, suivi et contrôle des prestations : </w:t>
            </w:r>
          </w:p>
          <w:p w14:paraId="4F9BC980"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Organigramme, gestion administrative et budgétaire du marché</w:t>
            </w:r>
          </w:p>
          <w:p w14:paraId="268E0F84"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Organisation et programmation des interventions récurrentes et ponctuelles</w:t>
            </w:r>
          </w:p>
          <w:p w14:paraId="32F5F087"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Moyen humain pour l’exécution du marché :</w:t>
            </w:r>
          </w:p>
          <w:p w14:paraId="20194004" w14:textId="77777777" w:rsidR="000456DD" w:rsidRPr="000456DD" w:rsidRDefault="000456DD" w:rsidP="000456DD">
            <w:pPr>
              <w:pStyle w:val="Corpsdetexte"/>
              <w:numPr>
                <w:ilvl w:val="0"/>
                <w:numId w:val="7"/>
              </w:numPr>
              <w:spacing w:line="360" w:lineRule="auto"/>
              <w:rPr>
                <w:bCs/>
                <w:i/>
                <w:color w:val="808080" w:themeColor="background1" w:themeShade="80"/>
              </w:rPr>
            </w:pPr>
            <w:r w:rsidRPr="000456DD">
              <w:rPr>
                <w:bCs/>
                <w:i/>
                <w:color w:val="808080" w:themeColor="background1" w:themeShade="80"/>
              </w:rPr>
              <w:t xml:space="preserve">Nombre d’encadrants </w:t>
            </w:r>
          </w:p>
          <w:p w14:paraId="03B98C2F" w14:textId="77777777" w:rsidR="000456DD" w:rsidRPr="000456DD" w:rsidRDefault="000456DD" w:rsidP="000456DD">
            <w:pPr>
              <w:pStyle w:val="Corpsdetexte"/>
              <w:numPr>
                <w:ilvl w:val="0"/>
                <w:numId w:val="7"/>
              </w:numPr>
              <w:spacing w:line="360" w:lineRule="auto"/>
              <w:rPr>
                <w:bCs/>
                <w:i/>
                <w:color w:val="808080" w:themeColor="background1" w:themeShade="80"/>
              </w:rPr>
            </w:pPr>
            <w:r w:rsidRPr="000456DD">
              <w:rPr>
                <w:bCs/>
                <w:i/>
                <w:color w:val="808080" w:themeColor="background1" w:themeShade="80"/>
              </w:rPr>
              <w:t>Qualifications (CV, les compétences professionnelles…)</w:t>
            </w:r>
          </w:p>
          <w:p w14:paraId="0043996E" w14:textId="77777777" w:rsidR="000456DD" w:rsidRPr="000456DD" w:rsidRDefault="000456DD" w:rsidP="000456DD">
            <w:pPr>
              <w:pStyle w:val="Corpsdetexte"/>
              <w:numPr>
                <w:ilvl w:val="0"/>
                <w:numId w:val="7"/>
              </w:numPr>
              <w:spacing w:line="360" w:lineRule="auto"/>
              <w:rPr>
                <w:bCs/>
                <w:i/>
                <w:color w:val="808080" w:themeColor="background1" w:themeShade="80"/>
              </w:rPr>
            </w:pPr>
            <w:r w:rsidRPr="000456DD">
              <w:rPr>
                <w:bCs/>
                <w:i/>
                <w:color w:val="808080" w:themeColor="background1" w:themeShade="80"/>
              </w:rPr>
              <w:t>Formation continue</w:t>
            </w:r>
          </w:p>
          <w:p w14:paraId="3C61C6D6"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Identification du personnel ;</w:t>
            </w:r>
          </w:p>
          <w:p w14:paraId="0E15CA3A"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Mesures de sécurité (EPI…)</w:t>
            </w:r>
          </w:p>
          <w:p w14:paraId="74FBC3B2"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Les contrôles et auto-contrôle des prestations</w:t>
            </w:r>
          </w:p>
          <w:p w14:paraId="798F7F71"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Traçabilité des interventions</w:t>
            </w:r>
          </w:p>
          <w:p w14:paraId="3EBC6173" w14:textId="111914F4" w:rsidR="002C2162" w:rsidRPr="007C1E02" w:rsidRDefault="000456DD" w:rsidP="000456DD">
            <w:pPr>
              <w:pStyle w:val="western"/>
              <w:spacing w:before="0" w:beforeAutospacing="0" w:after="0" w:line="360" w:lineRule="auto"/>
              <w:ind w:left="-17"/>
              <w:rPr>
                <w:rFonts w:asciiTheme="minorHAnsi" w:hAnsiTheme="minorHAnsi" w:cstheme="minorHAnsi"/>
              </w:rPr>
            </w:pPr>
            <w:r w:rsidRPr="000456DD">
              <w:rPr>
                <w:rFonts w:ascii="Arial" w:eastAsiaTheme="minorHAnsi" w:hAnsi="Arial" w:cs="Arial"/>
                <w:bCs/>
                <w:iCs/>
                <w:color w:val="808080" w:themeColor="background1" w:themeShade="80"/>
                <w:sz w:val="20"/>
                <w:szCs w:val="20"/>
                <w:lang w:val="en-US" w:eastAsia="en-US"/>
              </w:rPr>
              <w:t>Gestion des incidents</w:t>
            </w:r>
          </w:p>
        </w:tc>
        <w:tc>
          <w:tcPr>
            <w:tcW w:w="993" w:type="dxa"/>
            <w:shd w:val="clear" w:color="auto" w:fill="CCECFF"/>
          </w:tcPr>
          <w:p w14:paraId="5BF360ED" w14:textId="77777777" w:rsidR="0092248C" w:rsidRDefault="0092248C" w:rsidP="005234B4">
            <w:pPr>
              <w:pStyle w:val="Corpsdetexte"/>
              <w:spacing w:before="40" w:line="360" w:lineRule="auto"/>
              <w:jc w:val="center"/>
              <w:rPr>
                <w:b/>
                <w:i/>
              </w:rPr>
            </w:pPr>
            <w:r w:rsidRPr="00CA58AC">
              <w:rPr>
                <w:b/>
                <w:i/>
              </w:rPr>
              <w:t>Note</w:t>
            </w:r>
          </w:p>
          <w:p w14:paraId="22DA505F" w14:textId="77777777" w:rsidR="002C2162" w:rsidRPr="00CA58AC" w:rsidRDefault="00636951" w:rsidP="00E86765">
            <w:pPr>
              <w:pStyle w:val="Corpsdetexte"/>
              <w:spacing w:before="40" w:line="360" w:lineRule="auto"/>
              <w:jc w:val="center"/>
              <w:rPr>
                <w:b/>
                <w:i/>
              </w:rPr>
            </w:pPr>
            <w:r>
              <w:rPr>
                <w:b/>
                <w:i/>
              </w:rPr>
              <w:t xml:space="preserve">     </w:t>
            </w:r>
            <w:r w:rsidR="002C2162">
              <w:rPr>
                <w:b/>
                <w:i/>
              </w:rPr>
              <w:t>/</w:t>
            </w:r>
            <w:r w:rsidR="00E86765">
              <w:rPr>
                <w:b/>
                <w:i/>
              </w:rPr>
              <w:t>40</w:t>
            </w:r>
          </w:p>
        </w:tc>
      </w:tr>
      <w:tr w:rsidR="0092248C" w:rsidRPr="00613457" w14:paraId="19653CC7" w14:textId="77777777" w:rsidTr="00E31C27">
        <w:trPr>
          <w:trHeight w:val="345"/>
        </w:trPr>
        <w:tc>
          <w:tcPr>
            <w:tcW w:w="9067" w:type="dxa"/>
          </w:tcPr>
          <w:p w14:paraId="30A31F6A" w14:textId="77777777" w:rsidR="0092248C" w:rsidRPr="002C2162" w:rsidRDefault="005978F8" w:rsidP="00CA58AC">
            <w:pPr>
              <w:pStyle w:val="Corpsdetexte"/>
              <w:spacing w:before="40"/>
              <w:rPr>
                <w:sz w:val="18"/>
                <w:szCs w:val="18"/>
                <w:u w:val="single"/>
              </w:rPr>
            </w:pPr>
            <w:r>
              <w:rPr>
                <w:sz w:val="18"/>
                <w:szCs w:val="18"/>
                <w:u w:val="single"/>
              </w:rPr>
              <w:t>Réponse du candidat</w:t>
            </w:r>
          </w:p>
          <w:p w14:paraId="7CF9032A" w14:textId="77777777" w:rsidR="002C2162" w:rsidRDefault="002C2162" w:rsidP="00CA58AC">
            <w:pPr>
              <w:pStyle w:val="Corpsdetexte"/>
              <w:spacing w:before="40"/>
              <w:rPr>
                <w:sz w:val="18"/>
                <w:szCs w:val="18"/>
              </w:rPr>
            </w:pPr>
          </w:p>
          <w:p w14:paraId="77FB6468" w14:textId="77777777" w:rsidR="0092248C" w:rsidRDefault="0092248C" w:rsidP="00CA58AC">
            <w:pPr>
              <w:pStyle w:val="Corpsdetexte"/>
              <w:spacing w:before="40"/>
              <w:rPr>
                <w:sz w:val="18"/>
                <w:szCs w:val="18"/>
              </w:rPr>
            </w:pPr>
          </w:p>
          <w:p w14:paraId="0247D741" w14:textId="77777777" w:rsidR="0092248C" w:rsidRDefault="0092248C" w:rsidP="00CA58AC">
            <w:pPr>
              <w:pStyle w:val="Corpsdetexte"/>
              <w:spacing w:before="40"/>
              <w:rPr>
                <w:sz w:val="18"/>
                <w:szCs w:val="18"/>
              </w:rPr>
            </w:pPr>
          </w:p>
          <w:p w14:paraId="19199AA1" w14:textId="77777777" w:rsidR="0092248C" w:rsidRDefault="0092248C" w:rsidP="00CA58AC">
            <w:pPr>
              <w:pStyle w:val="Corpsdetexte"/>
              <w:spacing w:before="40"/>
              <w:rPr>
                <w:sz w:val="18"/>
                <w:szCs w:val="18"/>
              </w:rPr>
            </w:pPr>
          </w:p>
          <w:p w14:paraId="064DC6F2" w14:textId="77777777" w:rsidR="0092248C" w:rsidRDefault="0092248C" w:rsidP="00CA58AC">
            <w:pPr>
              <w:pStyle w:val="Corpsdetexte"/>
              <w:spacing w:before="40"/>
              <w:rPr>
                <w:sz w:val="18"/>
                <w:szCs w:val="18"/>
              </w:rPr>
            </w:pPr>
          </w:p>
          <w:p w14:paraId="70D5DBB9" w14:textId="77777777" w:rsidR="0092248C" w:rsidRDefault="0092248C" w:rsidP="00CA58AC">
            <w:pPr>
              <w:pStyle w:val="Corpsdetexte"/>
              <w:spacing w:before="40"/>
              <w:rPr>
                <w:sz w:val="18"/>
                <w:szCs w:val="18"/>
              </w:rPr>
            </w:pPr>
          </w:p>
          <w:p w14:paraId="575B2FAF" w14:textId="77777777" w:rsidR="0092248C" w:rsidRDefault="0092248C" w:rsidP="00CA58AC">
            <w:pPr>
              <w:pStyle w:val="Corpsdetexte"/>
              <w:spacing w:before="40"/>
              <w:rPr>
                <w:sz w:val="18"/>
                <w:szCs w:val="18"/>
              </w:rPr>
            </w:pPr>
          </w:p>
          <w:p w14:paraId="60412091" w14:textId="77777777" w:rsidR="0092248C" w:rsidRDefault="0092248C" w:rsidP="00CA58AC">
            <w:pPr>
              <w:pStyle w:val="Corpsdetexte"/>
              <w:spacing w:before="40"/>
              <w:rPr>
                <w:sz w:val="18"/>
                <w:szCs w:val="18"/>
              </w:rPr>
            </w:pPr>
          </w:p>
          <w:p w14:paraId="3D8B4C44" w14:textId="77777777" w:rsidR="0092248C" w:rsidRDefault="0092248C" w:rsidP="00CA58AC">
            <w:pPr>
              <w:pStyle w:val="Corpsdetexte"/>
              <w:spacing w:before="40"/>
              <w:rPr>
                <w:sz w:val="18"/>
                <w:szCs w:val="18"/>
              </w:rPr>
            </w:pPr>
          </w:p>
          <w:p w14:paraId="23F9B4A1" w14:textId="77777777" w:rsidR="0092248C" w:rsidRDefault="0092248C" w:rsidP="00CA58AC">
            <w:pPr>
              <w:pStyle w:val="Corpsdetexte"/>
              <w:spacing w:before="40"/>
              <w:rPr>
                <w:sz w:val="18"/>
                <w:szCs w:val="18"/>
              </w:rPr>
            </w:pPr>
          </w:p>
          <w:p w14:paraId="3D935BDB" w14:textId="77777777" w:rsidR="0092248C" w:rsidRDefault="0092248C" w:rsidP="00CA58AC">
            <w:pPr>
              <w:pStyle w:val="Corpsdetexte"/>
              <w:spacing w:before="40"/>
              <w:rPr>
                <w:sz w:val="18"/>
                <w:szCs w:val="18"/>
              </w:rPr>
            </w:pPr>
          </w:p>
          <w:p w14:paraId="7FD87917" w14:textId="77777777" w:rsidR="0092248C" w:rsidRDefault="0092248C" w:rsidP="00CA58AC">
            <w:pPr>
              <w:pStyle w:val="Corpsdetexte"/>
              <w:spacing w:before="40"/>
              <w:rPr>
                <w:sz w:val="18"/>
                <w:szCs w:val="18"/>
              </w:rPr>
            </w:pPr>
          </w:p>
          <w:p w14:paraId="2EAA5F9E" w14:textId="77777777" w:rsidR="0092248C" w:rsidRDefault="0092248C" w:rsidP="00CA58AC">
            <w:pPr>
              <w:pStyle w:val="Corpsdetexte"/>
              <w:spacing w:before="40"/>
              <w:rPr>
                <w:sz w:val="18"/>
                <w:szCs w:val="18"/>
              </w:rPr>
            </w:pPr>
          </w:p>
          <w:p w14:paraId="5922F867" w14:textId="77777777" w:rsidR="0092248C" w:rsidRDefault="0092248C" w:rsidP="00CA58AC">
            <w:pPr>
              <w:pStyle w:val="Corpsdetexte"/>
              <w:spacing w:before="40"/>
              <w:rPr>
                <w:sz w:val="18"/>
                <w:szCs w:val="18"/>
              </w:rPr>
            </w:pPr>
          </w:p>
          <w:p w14:paraId="2DA0769D" w14:textId="77777777" w:rsidR="0092248C" w:rsidRDefault="0092248C" w:rsidP="00CA58AC">
            <w:pPr>
              <w:pStyle w:val="Corpsdetexte"/>
              <w:spacing w:before="40"/>
              <w:rPr>
                <w:sz w:val="18"/>
                <w:szCs w:val="18"/>
              </w:rPr>
            </w:pPr>
          </w:p>
          <w:p w14:paraId="7FF32DC9" w14:textId="77777777" w:rsidR="0092248C" w:rsidRDefault="0092248C" w:rsidP="00CA58AC">
            <w:pPr>
              <w:pStyle w:val="Corpsdetexte"/>
              <w:spacing w:before="40"/>
              <w:rPr>
                <w:sz w:val="18"/>
                <w:szCs w:val="18"/>
              </w:rPr>
            </w:pPr>
          </w:p>
          <w:p w14:paraId="2F308689" w14:textId="77777777" w:rsidR="002C2162" w:rsidRDefault="002C2162" w:rsidP="00CA58AC">
            <w:pPr>
              <w:pStyle w:val="Corpsdetexte"/>
              <w:spacing w:before="40"/>
              <w:rPr>
                <w:sz w:val="18"/>
                <w:szCs w:val="18"/>
              </w:rPr>
            </w:pPr>
          </w:p>
          <w:p w14:paraId="73A5FBD3" w14:textId="77777777" w:rsidR="002C2162" w:rsidRDefault="002C2162" w:rsidP="00CA58AC">
            <w:pPr>
              <w:pStyle w:val="Corpsdetexte"/>
              <w:spacing w:before="40"/>
              <w:rPr>
                <w:sz w:val="18"/>
                <w:szCs w:val="18"/>
              </w:rPr>
            </w:pPr>
          </w:p>
          <w:p w14:paraId="41BAC77C" w14:textId="77777777" w:rsidR="002C2162" w:rsidRDefault="002C2162" w:rsidP="00CA58AC">
            <w:pPr>
              <w:pStyle w:val="Corpsdetexte"/>
              <w:spacing w:before="40"/>
              <w:rPr>
                <w:sz w:val="18"/>
                <w:szCs w:val="18"/>
              </w:rPr>
            </w:pPr>
          </w:p>
          <w:p w14:paraId="6FA0D470" w14:textId="77777777" w:rsidR="00400D68" w:rsidRDefault="00400D68" w:rsidP="00CA58AC">
            <w:pPr>
              <w:pStyle w:val="Corpsdetexte"/>
              <w:spacing w:before="40"/>
              <w:rPr>
                <w:sz w:val="18"/>
                <w:szCs w:val="18"/>
              </w:rPr>
            </w:pPr>
          </w:p>
          <w:p w14:paraId="0802CB65" w14:textId="77777777" w:rsidR="00400D68" w:rsidRDefault="00400D68" w:rsidP="00CA58AC">
            <w:pPr>
              <w:pStyle w:val="Corpsdetexte"/>
              <w:spacing w:before="40"/>
              <w:rPr>
                <w:sz w:val="18"/>
                <w:szCs w:val="18"/>
              </w:rPr>
            </w:pPr>
          </w:p>
          <w:p w14:paraId="6E419B29" w14:textId="77777777" w:rsidR="00400D68" w:rsidRDefault="00400D68" w:rsidP="00CA58AC">
            <w:pPr>
              <w:pStyle w:val="Corpsdetexte"/>
              <w:spacing w:before="40"/>
              <w:rPr>
                <w:sz w:val="18"/>
                <w:szCs w:val="18"/>
              </w:rPr>
            </w:pPr>
          </w:p>
          <w:p w14:paraId="65EA59F2" w14:textId="77777777" w:rsidR="00400D68" w:rsidRDefault="00400D68" w:rsidP="00CA58AC">
            <w:pPr>
              <w:pStyle w:val="Corpsdetexte"/>
              <w:spacing w:before="40"/>
              <w:rPr>
                <w:sz w:val="18"/>
                <w:szCs w:val="18"/>
              </w:rPr>
            </w:pPr>
          </w:p>
          <w:p w14:paraId="6A898209" w14:textId="77777777" w:rsidR="00400D68" w:rsidRDefault="00400D68" w:rsidP="00CA58AC">
            <w:pPr>
              <w:pStyle w:val="Corpsdetexte"/>
              <w:spacing w:before="40"/>
              <w:rPr>
                <w:sz w:val="18"/>
                <w:szCs w:val="18"/>
              </w:rPr>
            </w:pPr>
          </w:p>
          <w:p w14:paraId="384E8D67" w14:textId="77777777" w:rsidR="00400D68" w:rsidRDefault="00400D68" w:rsidP="00CA58AC">
            <w:pPr>
              <w:pStyle w:val="Corpsdetexte"/>
              <w:spacing w:before="40"/>
              <w:rPr>
                <w:sz w:val="18"/>
                <w:szCs w:val="18"/>
              </w:rPr>
            </w:pPr>
          </w:p>
          <w:p w14:paraId="3893851B" w14:textId="77777777" w:rsidR="0092248C" w:rsidRDefault="0092248C" w:rsidP="00CA58AC">
            <w:pPr>
              <w:pStyle w:val="Corpsdetexte"/>
              <w:spacing w:before="40"/>
              <w:rPr>
                <w:sz w:val="18"/>
                <w:szCs w:val="18"/>
              </w:rPr>
            </w:pPr>
          </w:p>
          <w:p w14:paraId="1982D0F4" w14:textId="77777777" w:rsidR="000F46C6" w:rsidRPr="000F46C6" w:rsidRDefault="000F46C6" w:rsidP="008A14E7">
            <w:pPr>
              <w:rPr>
                <w:lang w:val="fr-FR"/>
              </w:rPr>
            </w:pPr>
          </w:p>
        </w:tc>
        <w:tc>
          <w:tcPr>
            <w:tcW w:w="993" w:type="dxa"/>
          </w:tcPr>
          <w:p w14:paraId="4A96E1E7" w14:textId="77777777" w:rsidR="0092248C" w:rsidRPr="00CA58AC" w:rsidRDefault="0092248C" w:rsidP="00596DD1">
            <w:pPr>
              <w:pStyle w:val="Corpsdetexte"/>
              <w:spacing w:before="40"/>
              <w:jc w:val="center"/>
              <w:rPr>
                <w:sz w:val="18"/>
                <w:szCs w:val="18"/>
              </w:rPr>
            </w:pPr>
          </w:p>
        </w:tc>
      </w:tr>
      <w:tr w:rsidR="002C2162" w:rsidRPr="00613457" w14:paraId="54091FB8" w14:textId="77777777" w:rsidTr="00E31C27">
        <w:trPr>
          <w:trHeight w:val="345"/>
        </w:trPr>
        <w:tc>
          <w:tcPr>
            <w:tcW w:w="9067" w:type="dxa"/>
            <w:shd w:val="clear" w:color="auto" w:fill="CCECFF"/>
          </w:tcPr>
          <w:p w14:paraId="070014AB" w14:textId="77777777" w:rsidR="000456DD" w:rsidRPr="000456DD" w:rsidRDefault="000456DD" w:rsidP="000456DD">
            <w:pPr>
              <w:pStyle w:val="Corpsdetexte"/>
              <w:spacing w:line="360" w:lineRule="auto"/>
              <w:rPr>
                <w:b/>
                <w:iCs/>
              </w:rPr>
            </w:pPr>
            <w:r w:rsidRPr="000456DD">
              <w:rPr>
                <w:b/>
                <w:iCs/>
              </w:rPr>
              <w:lastRenderedPageBreak/>
              <w:t>Sous-critère 1.2 – Mise en œuvre de l'action sociale :</w:t>
            </w:r>
          </w:p>
          <w:p w14:paraId="2925A922"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Nombre de travailleurs handicapés prévus pour le marché</w:t>
            </w:r>
          </w:p>
          <w:p w14:paraId="5B2A5915" w14:textId="77F12240" w:rsidR="002C2162" w:rsidRPr="000456DD" w:rsidRDefault="000456DD" w:rsidP="000456DD">
            <w:pPr>
              <w:pStyle w:val="Corpsdetexte"/>
              <w:spacing w:line="360" w:lineRule="auto"/>
              <w:rPr>
                <w:b/>
                <w:iCs/>
                <w:color w:val="808080" w:themeColor="background1" w:themeShade="80"/>
              </w:rPr>
            </w:pPr>
            <w:r w:rsidRPr="000456DD">
              <w:rPr>
                <w:bCs/>
                <w:iCs/>
                <w:color w:val="808080" w:themeColor="background1" w:themeShade="80"/>
              </w:rPr>
              <w:t>Formations proposées au personnel du secteur du handicap</w:t>
            </w:r>
          </w:p>
        </w:tc>
        <w:tc>
          <w:tcPr>
            <w:tcW w:w="993" w:type="dxa"/>
            <w:shd w:val="clear" w:color="auto" w:fill="CCECFF"/>
          </w:tcPr>
          <w:p w14:paraId="02A87391" w14:textId="77777777" w:rsidR="002C2162" w:rsidRDefault="002C2162" w:rsidP="009C3A37">
            <w:pPr>
              <w:pStyle w:val="Corpsdetexte"/>
              <w:spacing w:before="40" w:line="360" w:lineRule="auto"/>
              <w:jc w:val="center"/>
              <w:rPr>
                <w:b/>
                <w:i/>
              </w:rPr>
            </w:pPr>
            <w:r w:rsidRPr="00CA58AC">
              <w:rPr>
                <w:b/>
                <w:i/>
              </w:rPr>
              <w:t>Note</w:t>
            </w:r>
          </w:p>
          <w:p w14:paraId="13663B99" w14:textId="77777777" w:rsidR="002C2162" w:rsidRPr="00CA58AC" w:rsidRDefault="00636951" w:rsidP="007C1E02">
            <w:pPr>
              <w:pStyle w:val="Corpsdetexte"/>
              <w:spacing w:before="40" w:line="360" w:lineRule="auto"/>
              <w:jc w:val="center"/>
              <w:rPr>
                <w:b/>
                <w:i/>
              </w:rPr>
            </w:pPr>
            <w:r>
              <w:rPr>
                <w:b/>
                <w:i/>
              </w:rPr>
              <w:t xml:space="preserve">     </w:t>
            </w:r>
            <w:r w:rsidR="002C2162">
              <w:rPr>
                <w:b/>
                <w:i/>
              </w:rPr>
              <w:t>/</w:t>
            </w:r>
            <w:r w:rsidR="0013158A">
              <w:rPr>
                <w:b/>
                <w:i/>
              </w:rPr>
              <w:t>20</w:t>
            </w:r>
          </w:p>
        </w:tc>
      </w:tr>
      <w:tr w:rsidR="002C2162" w:rsidRPr="00613457" w14:paraId="4E9339CB" w14:textId="77777777" w:rsidTr="00E31C27">
        <w:trPr>
          <w:trHeight w:val="345"/>
        </w:trPr>
        <w:tc>
          <w:tcPr>
            <w:tcW w:w="9067" w:type="dxa"/>
          </w:tcPr>
          <w:p w14:paraId="7D12BD17" w14:textId="77777777" w:rsidR="002C2162" w:rsidRPr="002C2162" w:rsidRDefault="005978F8" w:rsidP="002C2162">
            <w:pPr>
              <w:pStyle w:val="Corpsdetexte"/>
              <w:spacing w:before="40"/>
              <w:rPr>
                <w:sz w:val="18"/>
                <w:szCs w:val="18"/>
                <w:u w:val="single"/>
              </w:rPr>
            </w:pPr>
            <w:r>
              <w:rPr>
                <w:sz w:val="18"/>
                <w:szCs w:val="18"/>
                <w:u w:val="single"/>
              </w:rPr>
              <w:t>Réponse du candidat</w:t>
            </w:r>
          </w:p>
          <w:p w14:paraId="52ED2719" w14:textId="77777777" w:rsidR="002C2162" w:rsidRDefault="002C2162" w:rsidP="00CA58AC">
            <w:pPr>
              <w:pStyle w:val="Corpsdetexte"/>
              <w:spacing w:before="40"/>
              <w:rPr>
                <w:sz w:val="18"/>
                <w:szCs w:val="18"/>
              </w:rPr>
            </w:pPr>
          </w:p>
          <w:p w14:paraId="6F01BAC7" w14:textId="77777777" w:rsidR="002C2162" w:rsidRDefault="002C2162" w:rsidP="00CA58AC">
            <w:pPr>
              <w:pStyle w:val="Corpsdetexte"/>
              <w:spacing w:before="40"/>
              <w:rPr>
                <w:sz w:val="18"/>
                <w:szCs w:val="18"/>
              </w:rPr>
            </w:pPr>
          </w:p>
          <w:p w14:paraId="3067562F" w14:textId="77777777" w:rsidR="002C2162" w:rsidRDefault="002C2162" w:rsidP="00CA58AC">
            <w:pPr>
              <w:pStyle w:val="Corpsdetexte"/>
              <w:spacing w:before="40"/>
              <w:rPr>
                <w:sz w:val="18"/>
                <w:szCs w:val="18"/>
              </w:rPr>
            </w:pPr>
          </w:p>
          <w:p w14:paraId="07622683" w14:textId="77777777" w:rsidR="002C2162" w:rsidRDefault="002C2162" w:rsidP="00CA58AC">
            <w:pPr>
              <w:pStyle w:val="Corpsdetexte"/>
              <w:spacing w:before="40"/>
              <w:rPr>
                <w:sz w:val="18"/>
                <w:szCs w:val="18"/>
              </w:rPr>
            </w:pPr>
          </w:p>
          <w:p w14:paraId="548C1916" w14:textId="77777777" w:rsidR="00C443AC" w:rsidRDefault="00C443AC" w:rsidP="00CA58AC">
            <w:pPr>
              <w:pStyle w:val="Corpsdetexte"/>
              <w:spacing w:before="40"/>
              <w:rPr>
                <w:sz w:val="18"/>
                <w:szCs w:val="18"/>
              </w:rPr>
            </w:pPr>
          </w:p>
          <w:p w14:paraId="5B6C3678" w14:textId="77777777" w:rsidR="002C2162" w:rsidRDefault="002C2162" w:rsidP="00CA58AC">
            <w:pPr>
              <w:pStyle w:val="Corpsdetexte"/>
              <w:spacing w:before="40"/>
              <w:rPr>
                <w:sz w:val="18"/>
                <w:szCs w:val="18"/>
              </w:rPr>
            </w:pPr>
          </w:p>
          <w:p w14:paraId="6172935A" w14:textId="77777777" w:rsidR="002C2162" w:rsidRDefault="002C2162" w:rsidP="00CA58AC">
            <w:pPr>
              <w:pStyle w:val="Corpsdetexte"/>
              <w:spacing w:before="40"/>
              <w:rPr>
                <w:sz w:val="18"/>
                <w:szCs w:val="18"/>
              </w:rPr>
            </w:pPr>
          </w:p>
          <w:p w14:paraId="038BC3E8" w14:textId="77777777" w:rsidR="002C2162" w:rsidRDefault="002C2162" w:rsidP="00CA58AC">
            <w:pPr>
              <w:pStyle w:val="Corpsdetexte"/>
              <w:spacing w:before="40"/>
              <w:rPr>
                <w:sz w:val="18"/>
                <w:szCs w:val="18"/>
              </w:rPr>
            </w:pPr>
          </w:p>
          <w:p w14:paraId="23E75773" w14:textId="77777777" w:rsidR="00F35323" w:rsidRDefault="00F35323" w:rsidP="00CA58AC">
            <w:pPr>
              <w:pStyle w:val="Corpsdetexte"/>
              <w:spacing w:before="40"/>
              <w:rPr>
                <w:sz w:val="18"/>
                <w:szCs w:val="18"/>
              </w:rPr>
            </w:pPr>
          </w:p>
          <w:p w14:paraId="7D12AB25" w14:textId="77777777" w:rsidR="00F35323" w:rsidRDefault="00F35323" w:rsidP="00CA58AC">
            <w:pPr>
              <w:pStyle w:val="Corpsdetexte"/>
              <w:spacing w:before="40"/>
              <w:rPr>
                <w:sz w:val="18"/>
                <w:szCs w:val="18"/>
              </w:rPr>
            </w:pPr>
          </w:p>
          <w:p w14:paraId="503C9883" w14:textId="77777777" w:rsidR="00F35323" w:rsidRDefault="00F35323" w:rsidP="00CA58AC">
            <w:pPr>
              <w:pStyle w:val="Corpsdetexte"/>
              <w:spacing w:before="40"/>
              <w:rPr>
                <w:sz w:val="18"/>
                <w:szCs w:val="18"/>
              </w:rPr>
            </w:pPr>
          </w:p>
          <w:p w14:paraId="3FB3ACFC" w14:textId="77777777" w:rsidR="00F35323" w:rsidRDefault="00F35323" w:rsidP="00CA58AC">
            <w:pPr>
              <w:pStyle w:val="Corpsdetexte"/>
              <w:spacing w:before="40"/>
              <w:rPr>
                <w:sz w:val="18"/>
                <w:szCs w:val="18"/>
              </w:rPr>
            </w:pPr>
          </w:p>
          <w:p w14:paraId="6B001FC1" w14:textId="77777777" w:rsidR="00534370" w:rsidRDefault="00534370" w:rsidP="00CA58AC">
            <w:pPr>
              <w:pStyle w:val="Corpsdetexte"/>
              <w:spacing w:before="40"/>
              <w:rPr>
                <w:sz w:val="18"/>
                <w:szCs w:val="18"/>
              </w:rPr>
            </w:pPr>
          </w:p>
          <w:p w14:paraId="7ECF11A4" w14:textId="77777777" w:rsidR="00F35323" w:rsidRDefault="00F35323" w:rsidP="00CA58AC">
            <w:pPr>
              <w:pStyle w:val="Corpsdetexte"/>
              <w:spacing w:before="40"/>
              <w:rPr>
                <w:sz w:val="18"/>
                <w:szCs w:val="18"/>
              </w:rPr>
            </w:pPr>
          </w:p>
          <w:p w14:paraId="68E4BB62" w14:textId="77777777" w:rsidR="00F35323" w:rsidRDefault="00F35323" w:rsidP="00CA58AC">
            <w:pPr>
              <w:pStyle w:val="Corpsdetexte"/>
              <w:spacing w:before="40"/>
              <w:rPr>
                <w:sz w:val="18"/>
                <w:szCs w:val="18"/>
              </w:rPr>
            </w:pPr>
          </w:p>
          <w:p w14:paraId="29F593B7" w14:textId="77777777" w:rsidR="00F35323" w:rsidRDefault="00F35323" w:rsidP="00CA58AC">
            <w:pPr>
              <w:pStyle w:val="Corpsdetexte"/>
              <w:spacing w:before="40"/>
              <w:rPr>
                <w:sz w:val="18"/>
                <w:szCs w:val="18"/>
              </w:rPr>
            </w:pPr>
          </w:p>
          <w:p w14:paraId="4D30A9A6" w14:textId="77777777" w:rsidR="00507E8C" w:rsidRDefault="00507E8C" w:rsidP="00CA58AC">
            <w:pPr>
              <w:pStyle w:val="Corpsdetexte"/>
              <w:spacing w:before="40"/>
              <w:rPr>
                <w:sz w:val="18"/>
                <w:szCs w:val="18"/>
              </w:rPr>
            </w:pPr>
          </w:p>
          <w:p w14:paraId="5EE91ACC" w14:textId="77777777" w:rsidR="0013158A" w:rsidRDefault="0013158A" w:rsidP="00CA58AC">
            <w:pPr>
              <w:pStyle w:val="Corpsdetexte"/>
              <w:spacing w:before="40"/>
              <w:rPr>
                <w:sz w:val="18"/>
                <w:szCs w:val="18"/>
              </w:rPr>
            </w:pPr>
          </w:p>
          <w:p w14:paraId="2FB5E79E" w14:textId="77777777" w:rsidR="0013158A" w:rsidRDefault="0013158A" w:rsidP="00CA58AC">
            <w:pPr>
              <w:pStyle w:val="Corpsdetexte"/>
              <w:spacing w:before="40"/>
              <w:rPr>
                <w:sz w:val="18"/>
                <w:szCs w:val="18"/>
              </w:rPr>
            </w:pPr>
          </w:p>
          <w:p w14:paraId="70835443" w14:textId="77777777" w:rsidR="0013158A" w:rsidRDefault="0013158A" w:rsidP="00CA58AC">
            <w:pPr>
              <w:pStyle w:val="Corpsdetexte"/>
              <w:spacing w:before="40"/>
              <w:rPr>
                <w:sz w:val="18"/>
                <w:szCs w:val="18"/>
              </w:rPr>
            </w:pPr>
          </w:p>
          <w:p w14:paraId="7944938F" w14:textId="77777777" w:rsidR="0013158A" w:rsidRDefault="0013158A" w:rsidP="00CA58AC">
            <w:pPr>
              <w:pStyle w:val="Corpsdetexte"/>
              <w:spacing w:before="40"/>
              <w:rPr>
                <w:sz w:val="18"/>
                <w:szCs w:val="18"/>
              </w:rPr>
            </w:pPr>
          </w:p>
          <w:p w14:paraId="56DDD3A7" w14:textId="77777777" w:rsidR="0013158A" w:rsidRDefault="0013158A" w:rsidP="00CA58AC">
            <w:pPr>
              <w:pStyle w:val="Corpsdetexte"/>
              <w:spacing w:before="40"/>
              <w:rPr>
                <w:sz w:val="18"/>
                <w:szCs w:val="18"/>
              </w:rPr>
            </w:pPr>
          </w:p>
          <w:p w14:paraId="170D8D81" w14:textId="77777777" w:rsidR="0013158A" w:rsidRDefault="0013158A" w:rsidP="00CA58AC">
            <w:pPr>
              <w:pStyle w:val="Corpsdetexte"/>
              <w:spacing w:before="40"/>
              <w:rPr>
                <w:sz w:val="18"/>
                <w:szCs w:val="18"/>
              </w:rPr>
            </w:pPr>
          </w:p>
          <w:p w14:paraId="7DFA4D8D" w14:textId="77777777" w:rsidR="0013158A" w:rsidRDefault="0013158A" w:rsidP="00CA58AC">
            <w:pPr>
              <w:pStyle w:val="Corpsdetexte"/>
              <w:spacing w:before="40"/>
              <w:rPr>
                <w:sz w:val="18"/>
                <w:szCs w:val="18"/>
              </w:rPr>
            </w:pPr>
          </w:p>
          <w:p w14:paraId="067E0333" w14:textId="77777777" w:rsidR="0013158A" w:rsidRDefault="0013158A" w:rsidP="00CA58AC">
            <w:pPr>
              <w:pStyle w:val="Corpsdetexte"/>
              <w:spacing w:before="40"/>
              <w:rPr>
                <w:sz w:val="18"/>
                <w:szCs w:val="18"/>
              </w:rPr>
            </w:pPr>
          </w:p>
          <w:p w14:paraId="390F0EB1" w14:textId="77777777" w:rsidR="008A14E7" w:rsidRDefault="008A14E7" w:rsidP="00CA58AC">
            <w:pPr>
              <w:pStyle w:val="Corpsdetexte"/>
              <w:spacing w:before="40"/>
              <w:rPr>
                <w:sz w:val="18"/>
                <w:szCs w:val="18"/>
              </w:rPr>
            </w:pPr>
          </w:p>
          <w:p w14:paraId="2DF31E4E" w14:textId="77777777" w:rsidR="008A14E7" w:rsidRDefault="008A14E7" w:rsidP="00CA58AC">
            <w:pPr>
              <w:pStyle w:val="Corpsdetexte"/>
              <w:spacing w:before="40"/>
              <w:rPr>
                <w:sz w:val="18"/>
                <w:szCs w:val="18"/>
              </w:rPr>
            </w:pPr>
          </w:p>
          <w:p w14:paraId="08183BD4" w14:textId="77777777" w:rsidR="008A14E7" w:rsidRDefault="008A14E7" w:rsidP="00CA58AC">
            <w:pPr>
              <w:pStyle w:val="Corpsdetexte"/>
              <w:spacing w:before="40"/>
              <w:rPr>
                <w:sz w:val="18"/>
                <w:szCs w:val="18"/>
              </w:rPr>
            </w:pPr>
          </w:p>
          <w:p w14:paraId="582838E2" w14:textId="77777777" w:rsidR="008A14E7" w:rsidRDefault="008A14E7" w:rsidP="00CA58AC">
            <w:pPr>
              <w:pStyle w:val="Corpsdetexte"/>
              <w:spacing w:before="40"/>
              <w:rPr>
                <w:sz w:val="18"/>
                <w:szCs w:val="18"/>
              </w:rPr>
            </w:pPr>
          </w:p>
          <w:p w14:paraId="1D5EA9C8" w14:textId="77777777" w:rsidR="008A14E7" w:rsidRDefault="008A14E7" w:rsidP="00CA58AC">
            <w:pPr>
              <w:pStyle w:val="Corpsdetexte"/>
              <w:spacing w:before="40"/>
              <w:rPr>
                <w:sz w:val="18"/>
                <w:szCs w:val="18"/>
              </w:rPr>
            </w:pPr>
          </w:p>
          <w:p w14:paraId="5C2309A1" w14:textId="77777777" w:rsidR="008A14E7" w:rsidRDefault="008A14E7" w:rsidP="00CA58AC">
            <w:pPr>
              <w:pStyle w:val="Corpsdetexte"/>
              <w:spacing w:before="40"/>
              <w:rPr>
                <w:sz w:val="18"/>
                <w:szCs w:val="18"/>
              </w:rPr>
            </w:pPr>
          </w:p>
          <w:p w14:paraId="626C186F" w14:textId="77777777" w:rsidR="008A14E7" w:rsidRDefault="008A14E7" w:rsidP="00CA58AC">
            <w:pPr>
              <w:pStyle w:val="Corpsdetexte"/>
              <w:spacing w:before="40"/>
              <w:rPr>
                <w:sz w:val="18"/>
                <w:szCs w:val="18"/>
              </w:rPr>
            </w:pPr>
          </w:p>
          <w:p w14:paraId="542685A4" w14:textId="77777777" w:rsidR="008A14E7" w:rsidRDefault="008A14E7" w:rsidP="00CA58AC">
            <w:pPr>
              <w:pStyle w:val="Corpsdetexte"/>
              <w:spacing w:before="40"/>
              <w:rPr>
                <w:sz w:val="18"/>
                <w:szCs w:val="18"/>
              </w:rPr>
            </w:pPr>
          </w:p>
          <w:p w14:paraId="452D2B34" w14:textId="77777777" w:rsidR="008A14E7" w:rsidRDefault="008A14E7" w:rsidP="00CA58AC">
            <w:pPr>
              <w:pStyle w:val="Corpsdetexte"/>
              <w:spacing w:before="40"/>
              <w:rPr>
                <w:sz w:val="18"/>
                <w:szCs w:val="18"/>
              </w:rPr>
            </w:pPr>
          </w:p>
          <w:p w14:paraId="41BA3D26" w14:textId="77777777" w:rsidR="008A14E7" w:rsidRDefault="008A14E7" w:rsidP="00CA58AC">
            <w:pPr>
              <w:pStyle w:val="Corpsdetexte"/>
              <w:spacing w:before="40"/>
              <w:rPr>
                <w:sz w:val="18"/>
                <w:szCs w:val="18"/>
              </w:rPr>
            </w:pPr>
          </w:p>
          <w:p w14:paraId="4BD5D17F" w14:textId="77777777" w:rsidR="008A14E7" w:rsidRDefault="008A14E7" w:rsidP="00CA58AC">
            <w:pPr>
              <w:pStyle w:val="Corpsdetexte"/>
              <w:spacing w:before="40"/>
              <w:rPr>
                <w:sz w:val="18"/>
                <w:szCs w:val="18"/>
              </w:rPr>
            </w:pPr>
          </w:p>
          <w:p w14:paraId="071E95B4" w14:textId="77777777" w:rsidR="008A14E7" w:rsidRDefault="008A14E7" w:rsidP="00CA58AC">
            <w:pPr>
              <w:pStyle w:val="Corpsdetexte"/>
              <w:spacing w:before="40"/>
              <w:rPr>
                <w:sz w:val="18"/>
                <w:szCs w:val="18"/>
              </w:rPr>
            </w:pPr>
          </w:p>
          <w:p w14:paraId="3051E446" w14:textId="77777777" w:rsidR="008A14E7" w:rsidRDefault="008A14E7" w:rsidP="00CA58AC">
            <w:pPr>
              <w:pStyle w:val="Corpsdetexte"/>
              <w:spacing w:before="40"/>
              <w:rPr>
                <w:sz w:val="18"/>
                <w:szCs w:val="18"/>
              </w:rPr>
            </w:pPr>
          </w:p>
          <w:p w14:paraId="679AF016" w14:textId="77777777" w:rsidR="008A14E7" w:rsidRDefault="008A14E7" w:rsidP="00CA58AC">
            <w:pPr>
              <w:pStyle w:val="Corpsdetexte"/>
              <w:spacing w:before="40"/>
              <w:rPr>
                <w:sz w:val="18"/>
                <w:szCs w:val="18"/>
              </w:rPr>
            </w:pPr>
          </w:p>
          <w:p w14:paraId="24443CB0" w14:textId="77777777" w:rsidR="008A14E7" w:rsidRDefault="008A14E7" w:rsidP="00CA58AC">
            <w:pPr>
              <w:pStyle w:val="Corpsdetexte"/>
              <w:spacing w:before="40"/>
              <w:rPr>
                <w:sz w:val="18"/>
                <w:szCs w:val="18"/>
              </w:rPr>
            </w:pPr>
          </w:p>
          <w:p w14:paraId="64922512" w14:textId="77777777" w:rsidR="008A14E7" w:rsidRDefault="008A14E7" w:rsidP="00CA58AC">
            <w:pPr>
              <w:pStyle w:val="Corpsdetexte"/>
              <w:spacing w:before="40"/>
              <w:rPr>
                <w:sz w:val="18"/>
                <w:szCs w:val="18"/>
              </w:rPr>
            </w:pPr>
          </w:p>
          <w:p w14:paraId="3B0E450F" w14:textId="77777777" w:rsidR="008A14E7" w:rsidRDefault="008A14E7" w:rsidP="00CA58AC">
            <w:pPr>
              <w:pStyle w:val="Corpsdetexte"/>
              <w:spacing w:before="40"/>
              <w:rPr>
                <w:sz w:val="18"/>
                <w:szCs w:val="18"/>
              </w:rPr>
            </w:pPr>
          </w:p>
          <w:p w14:paraId="0E2D390B" w14:textId="77777777" w:rsidR="008A14E7" w:rsidRDefault="008A14E7" w:rsidP="00CA58AC">
            <w:pPr>
              <w:pStyle w:val="Corpsdetexte"/>
              <w:spacing w:before="40"/>
              <w:rPr>
                <w:sz w:val="18"/>
                <w:szCs w:val="18"/>
              </w:rPr>
            </w:pPr>
          </w:p>
          <w:p w14:paraId="1C3EC857" w14:textId="77777777" w:rsidR="008A14E7" w:rsidRDefault="008A14E7" w:rsidP="00CA58AC">
            <w:pPr>
              <w:pStyle w:val="Corpsdetexte"/>
              <w:spacing w:before="40"/>
              <w:rPr>
                <w:sz w:val="18"/>
                <w:szCs w:val="18"/>
              </w:rPr>
            </w:pPr>
          </w:p>
          <w:p w14:paraId="03EC2DFF" w14:textId="77777777" w:rsidR="008A14E7" w:rsidRDefault="008A14E7" w:rsidP="00CA58AC">
            <w:pPr>
              <w:pStyle w:val="Corpsdetexte"/>
              <w:spacing w:before="40"/>
              <w:rPr>
                <w:sz w:val="18"/>
                <w:szCs w:val="18"/>
              </w:rPr>
            </w:pPr>
          </w:p>
          <w:p w14:paraId="0E50D418" w14:textId="77777777" w:rsidR="008A14E7" w:rsidRDefault="008A14E7" w:rsidP="00CA58AC">
            <w:pPr>
              <w:pStyle w:val="Corpsdetexte"/>
              <w:spacing w:before="40"/>
              <w:rPr>
                <w:sz w:val="18"/>
                <w:szCs w:val="18"/>
              </w:rPr>
            </w:pPr>
          </w:p>
          <w:p w14:paraId="6F5F758F" w14:textId="77777777" w:rsidR="008A14E7" w:rsidRDefault="008A14E7" w:rsidP="00CA58AC">
            <w:pPr>
              <w:pStyle w:val="Corpsdetexte"/>
              <w:spacing w:before="40"/>
              <w:rPr>
                <w:sz w:val="18"/>
                <w:szCs w:val="18"/>
              </w:rPr>
            </w:pPr>
          </w:p>
          <w:p w14:paraId="2B4D8170" w14:textId="77777777" w:rsidR="0013158A" w:rsidRDefault="0013158A" w:rsidP="00CA58AC">
            <w:pPr>
              <w:pStyle w:val="Corpsdetexte"/>
              <w:spacing w:before="40"/>
              <w:rPr>
                <w:sz w:val="18"/>
                <w:szCs w:val="18"/>
              </w:rPr>
            </w:pPr>
          </w:p>
          <w:p w14:paraId="576B6B38" w14:textId="77777777" w:rsidR="0013158A" w:rsidRDefault="0013158A" w:rsidP="00CA58AC">
            <w:pPr>
              <w:pStyle w:val="Corpsdetexte"/>
              <w:spacing w:before="40"/>
              <w:rPr>
                <w:sz w:val="18"/>
                <w:szCs w:val="18"/>
              </w:rPr>
            </w:pPr>
          </w:p>
          <w:p w14:paraId="4EFD32C3" w14:textId="77777777" w:rsidR="0013158A" w:rsidRDefault="0013158A" w:rsidP="00CA58AC">
            <w:pPr>
              <w:pStyle w:val="Corpsdetexte"/>
              <w:spacing w:before="40"/>
              <w:rPr>
                <w:sz w:val="18"/>
                <w:szCs w:val="18"/>
              </w:rPr>
            </w:pPr>
          </w:p>
          <w:p w14:paraId="713F4435" w14:textId="77777777" w:rsidR="0013158A" w:rsidRDefault="0013158A" w:rsidP="00CA58AC">
            <w:pPr>
              <w:pStyle w:val="Corpsdetexte"/>
              <w:spacing w:before="40"/>
              <w:rPr>
                <w:sz w:val="18"/>
                <w:szCs w:val="18"/>
              </w:rPr>
            </w:pPr>
          </w:p>
          <w:p w14:paraId="4D90EC16" w14:textId="77777777" w:rsidR="002C2162" w:rsidRDefault="002C2162" w:rsidP="00C31F74">
            <w:pPr>
              <w:pStyle w:val="Corpsdetexte"/>
              <w:spacing w:before="40"/>
              <w:rPr>
                <w:sz w:val="18"/>
                <w:szCs w:val="18"/>
              </w:rPr>
            </w:pPr>
          </w:p>
        </w:tc>
        <w:tc>
          <w:tcPr>
            <w:tcW w:w="993" w:type="dxa"/>
          </w:tcPr>
          <w:p w14:paraId="4BBDE1FB" w14:textId="77777777" w:rsidR="002C2162" w:rsidRDefault="002C2162" w:rsidP="00596DD1">
            <w:pPr>
              <w:pStyle w:val="Corpsdetexte"/>
              <w:spacing w:before="40"/>
              <w:jc w:val="center"/>
              <w:rPr>
                <w:sz w:val="18"/>
                <w:szCs w:val="18"/>
              </w:rPr>
            </w:pPr>
          </w:p>
        </w:tc>
      </w:tr>
      <w:tr w:rsidR="002C2162" w:rsidRPr="00613457" w14:paraId="26AB6217" w14:textId="77777777" w:rsidTr="00E31C27">
        <w:trPr>
          <w:trHeight w:val="345"/>
        </w:trPr>
        <w:tc>
          <w:tcPr>
            <w:tcW w:w="9067" w:type="dxa"/>
            <w:shd w:val="clear" w:color="auto" w:fill="CCECFF"/>
          </w:tcPr>
          <w:p w14:paraId="213B2F98" w14:textId="77777777" w:rsidR="000456DD" w:rsidRPr="000456DD" w:rsidRDefault="000456DD" w:rsidP="000456DD">
            <w:pPr>
              <w:pStyle w:val="Corpsdetexte"/>
              <w:spacing w:line="360" w:lineRule="auto"/>
              <w:rPr>
                <w:b/>
                <w:iCs/>
              </w:rPr>
            </w:pPr>
            <w:r w:rsidRPr="000456DD">
              <w:rPr>
                <w:b/>
                <w:iCs/>
              </w:rPr>
              <w:lastRenderedPageBreak/>
              <w:t>Sous-critère 1.3 – Moyens matériels et produits :</w:t>
            </w:r>
          </w:p>
          <w:p w14:paraId="05977322" w14:textId="77777777" w:rsidR="000456DD" w:rsidRPr="000456DD" w:rsidRDefault="000456DD" w:rsidP="000456DD">
            <w:pPr>
              <w:pStyle w:val="Corpsdetexte"/>
              <w:spacing w:line="360" w:lineRule="auto"/>
              <w:rPr>
                <w:bCs/>
                <w:iCs/>
                <w:color w:val="808080" w:themeColor="background1" w:themeShade="80"/>
              </w:rPr>
            </w:pPr>
            <w:r w:rsidRPr="000456DD">
              <w:rPr>
                <w:bCs/>
                <w:iCs/>
                <w:color w:val="808080" w:themeColor="background1" w:themeShade="80"/>
              </w:rPr>
              <w:t xml:space="preserve">Liste et descriptif du matériel et l’équipement utilisé pour la réalisation de chacune des prestations </w:t>
            </w:r>
            <w:r w:rsidRPr="000456DD">
              <w:rPr>
                <w:bCs/>
                <w:i/>
                <w:color w:val="808080" w:themeColor="background1" w:themeShade="80"/>
              </w:rPr>
              <w:t>(modèles et références avec photos, fiches techniques)</w:t>
            </w:r>
            <w:r w:rsidRPr="000456DD">
              <w:rPr>
                <w:bCs/>
                <w:iCs/>
                <w:color w:val="808080" w:themeColor="background1" w:themeShade="80"/>
              </w:rPr>
              <w:t xml:space="preserve"> ;</w:t>
            </w:r>
          </w:p>
          <w:p w14:paraId="60657291" w14:textId="13371BFA" w:rsidR="00C443AC" w:rsidRPr="000456DD" w:rsidRDefault="000456DD" w:rsidP="000456DD">
            <w:pPr>
              <w:pStyle w:val="Corpsdetexte"/>
              <w:spacing w:before="40" w:line="360" w:lineRule="auto"/>
              <w:rPr>
                <w:b/>
                <w:iCs/>
              </w:rPr>
            </w:pPr>
            <w:r w:rsidRPr="000456DD">
              <w:rPr>
                <w:bCs/>
                <w:iCs/>
                <w:color w:val="808080" w:themeColor="background1" w:themeShade="80"/>
              </w:rPr>
              <w:t>Liste des véhicules ou moyens techniques particuliers pour l'exécution des prestations.</w:t>
            </w:r>
          </w:p>
        </w:tc>
        <w:tc>
          <w:tcPr>
            <w:tcW w:w="993" w:type="dxa"/>
            <w:shd w:val="clear" w:color="auto" w:fill="CCECFF"/>
          </w:tcPr>
          <w:p w14:paraId="2EE911FF" w14:textId="77777777" w:rsidR="002C2162" w:rsidRDefault="002C2162" w:rsidP="009C3A37">
            <w:pPr>
              <w:pStyle w:val="Corpsdetexte"/>
              <w:spacing w:before="40" w:line="360" w:lineRule="auto"/>
              <w:jc w:val="center"/>
              <w:rPr>
                <w:b/>
                <w:i/>
              </w:rPr>
            </w:pPr>
            <w:r w:rsidRPr="00CA58AC">
              <w:rPr>
                <w:b/>
                <w:i/>
              </w:rPr>
              <w:t>Note</w:t>
            </w:r>
          </w:p>
          <w:p w14:paraId="3E643E00" w14:textId="7443DBA8" w:rsidR="002C2162" w:rsidRPr="00CA58AC" w:rsidRDefault="00636951" w:rsidP="00E86765">
            <w:pPr>
              <w:pStyle w:val="Corpsdetexte"/>
              <w:spacing w:before="40" w:line="360" w:lineRule="auto"/>
              <w:jc w:val="center"/>
              <w:rPr>
                <w:b/>
                <w:i/>
              </w:rPr>
            </w:pPr>
            <w:r>
              <w:rPr>
                <w:b/>
                <w:i/>
              </w:rPr>
              <w:t xml:space="preserve">     </w:t>
            </w:r>
            <w:r w:rsidR="002C2162">
              <w:rPr>
                <w:b/>
                <w:i/>
              </w:rPr>
              <w:t>/</w:t>
            </w:r>
            <w:r w:rsidR="0013158A">
              <w:rPr>
                <w:b/>
                <w:i/>
              </w:rPr>
              <w:t>2</w:t>
            </w:r>
            <w:r w:rsidR="001B68D8">
              <w:rPr>
                <w:b/>
                <w:i/>
              </w:rPr>
              <w:t>0</w:t>
            </w:r>
          </w:p>
        </w:tc>
      </w:tr>
      <w:tr w:rsidR="0092248C" w:rsidRPr="00613457" w14:paraId="70CFC555" w14:textId="77777777" w:rsidTr="00E31C27">
        <w:trPr>
          <w:trHeight w:val="345"/>
        </w:trPr>
        <w:tc>
          <w:tcPr>
            <w:tcW w:w="9067" w:type="dxa"/>
          </w:tcPr>
          <w:p w14:paraId="17DEC8E6" w14:textId="77777777" w:rsidR="002C2162" w:rsidRPr="00EB10B7" w:rsidRDefault="005978F8" w:rsidP="002C2162">
            <w:pPr>
              <w:pStyle w:val="Corpsdetexte"/>
              <w:spacing w:before="40"/>
              <w:rPr>
                <w:sz w:val="18"/>
                <w:szCs w:val="18"/>
                <w:u w:val="single"/>
              </w:rPr>
            </w:pPr>
            <w:r w:rsidRPr="00EB10B7">
              <w:rPr>
                <w:sz w:val="18"/>
                <w:szCs w:val="18"/>
                <w:u w:val="single"/>
              </w:rPr>
              <w:t>Réponse du candidat</w:t>
            </w:r>
          </w:p>
          <w:p w14:paraId="58CDF067" w14:textId="77777777" w:rsidR="002C2162" w:rsidRPr="00EB10B7" w:rsidRDefault="002C2162" w:rsidP="002C2162">
            <w:pPr>
              <w:pStyle w:val="Corpsdetexte"/>
              <w:spacing w:before="40"/>
              <w:rPr>
                <w:sz w:val="18"/>
                <w:szCs w:val="18"/>
              </w:rPr>
            </w:pPr>
          </w:p>
          <w:p w14:paraId="6F8C78E1" w14:textId="77777777" w:rsidR="0092248C" w:rsidRPr="00EB10B7" w:rsidRDefault="0092248C" w:rsidP="00CA58AC">
            <w:pPr>
              <w:pStyle w:val="Corpsdetexte"/>
              <w:spacing w:before="40"/>
              <w:rPr>
                <w:sz w:val="18"/>
                <w:szCs w:val="18"/>
              </w:rPr>
            </w:pPr>
          </w:p>
          <w:p w14:paraId="7B064B4B" w14:textId="77777777" w:rsidR="0092248C" w:rsidRPr="00EB10B7" w:rsidRDefault="0092248C" w:rsidP="00CA58AC">
            <w:pPr>
              <w:pStyle w:val="Corpsdetexte"/>
              <w:spacing w:before="40"/>
              <w:rPr>
                <w:sz w:val="18"/>
                <w:szCs w:val="18"/>
              </w:rPr>
            </w:pPr>
          </w:p>
          <w:p w14:paraId="3B836A51" w14:textId="77777777" w:rsidR="0092248C" w:rsidRPr="00EB10B7" w:rsidRDefault="0092248C" w:rsidP="00CA58AC">
            <w:pPr>
              <w:pStyle w:val="Corpsdetexte"/>
              <w:spacing w:before="40"/>
              <w:rPr>
                <w:sz w:val="18"/>
                <w:szCs w:val="18"/>
              </w:rPr>
            </w:pPr>
          </w:p>
          <w:p w14:paraId="3B9278D2" w14:textId="77777777" w:rsidR="0092248C" w:rsidRPr="00EB10B7" w:rsidRDefault="0092248C" w:rsidP="00CA58AC">
            <w:pPr>
              <w:pStyle w:val="Corpsdetexte"/>
              <w:spacing w:before="40"/>
              <w:rPr>
                <w:sz w:val="18"/>
                <w:szCs w:val="18"/>
              </w:rPr>
            </w:pPr>
          </w:p>
          <w:p w14:paraId="7D31F07E" w14:textId="77777777" w:rsidR="0092248C" w:rsidRPr="00EB10B7" w:rsidRDefault="0092248C" w:rsidP="00CA58AC">
            <w:pPr>
              <w:pStyle w:val="Corpsdetexte"/>
              <w:spacing w:before="40"/>
              <w:rPr>
                <w:sz w:val="18"/>
                <w:szCs w:val="18"/>
              </w:rPr>
            </w:pPr>
          </w:p>
          <w:p w14:paraId="7FE41AAA" w14:textId="77777777" w:rsidR="0092248C" w:rsidRPr="00EB10B7" w:rsidRDefault="0092248C" w:rsidP="00CA58AC">
            <w:pPr>
              <w:pStyle w:val="Corpsdetexte"/>
              <w:spacing w:before="40"/>
              <w:rPr>
                <w:sz w:val="18"/>
                <w:szCs w:val="18"/>
              </w:rPr>
            </w:pPr>
          </w:p>
          <w:p w14:paraId="6CDFE690" w14:textId="77777777" w:rsidR="0092248C" w:rsidRPr="00EB10B7" w:rsidRDefault="0092248C" w:rsidP="00CA58AC">
            <w:pPr>
              <w:pStyle w:val="Corpsdetexte"/>
              <w:spacing w:before="40"/>
              <w:rPr>
                <w:sz w:val="18"/>
                <w:szCs w:val="18"/>
              </w:rPr>
            </w:pPr>
          </w:p>
          <w:p w14:paraId="649D176C" w14:textId="77777777" w:rsidR="0092248C" w:rsidRPr="00EB10B7" w:rsidRDefault="0092248C" w:rsidP="00CA58AC">
            <w:pPr>
              <w:pStyle w:val="Corpsdetexte"/>
              <w:spacing w:before="40"/>
              <w:rPr>
                <w:sz w:val="18"/>
                <w:szCs w:val="18"/>
              </w:rPr>
            </w:pPr>
          </w:p>
          <w:p w14:paraId="799886D6" w14:textId="77777777" w:rsidR="00F35323" w:rsidRPr="00EB10B7" w:rsidRDefault="00F35323" w:rsidP="00CA58AC">
            <w:pPr>
              <w:pStyle w:val="Corpsdetexte"/>
              <w:spacing w:before="40"/>
              <w:rPr>
                <w:sz w:val="18"/>
                <w:szCs w:val="18"/>
              </w:rPr>
            </w:pPr>
          </w:p>
          <w:p w14:paraId="6B79C291" w14:textId="77777777" w:rsidR="00F35323" w:rsidRPr="00EB10B7" w:rsidRDefault="00F35323" w:rsidP="00CA58AC">
            <w:pPr>
              <w:pStyle w:val="Corpsdetexte"/>
              <w:spacing w:before="40"/>
              <w:rPr>
                <w:sz w:val="18"/>
                <w:szCs w:val="18"/>
              </w:rPr>
            </w:pPr>
          </w:p>
          <w:p w14:paraId="392A1436" w14:textId="77777777" w:rsidR="00F35323" w:rsidRPr="00EB10B7" w:rsidRDefault="00F35323" w:rsidP="00CA58AC">
            <w:pPr>
              <w:pStyle w:val="Corpsdetexte"/>
              <w:spacing w:before="40"/>
              <w:rPr>
                <w:sz w:val="18"/>
                <w:szCs w:val="18"/>
              </w:rPr>
            </w:pPr>
          </w:p>
          <w:p w14:paraId="1E5625E0" w14:textId="77777777" w:rsidR="00F35323" w:rsidRPr="00EB10B7" w:rsidRDefault="00F35323" w:rsidP="00CA58AC">
            <w:pPr>
              <w:pStyle w:val="Corpsdetexte"/>
              <w:spacing w:before="40"/>
              <w:rPr>
                <w:sz w:val="18"/>
                <w:szCs w:val="18"/>
              </w:rPr>
            </w:pPr>
          </w:p>
          <w:p w14:paraId="6C452B12" w14:textId="77777777" w:rsidR="00F35323" w:rsidRDefault="00F35323" w:rsidP="00CA58AC">
            <w:pPr>
              <w:pStyle w:val="Corpsdetexte"/>
              <w:spacing w:before="40"/>
              <w:rPr>
                <w:sz w:val="18"/>
                <w:szCs w:val="18"/>
              </w:rPr>
            </w:pPr>
          </w:p>
          <w:p w14:paraId="15C346B3" w14:textId="77777777" w:rsidR="000456DD" w:rsidRDefault="000456DD" w:rsidP="00CA58AC">
            <w:pPr>
              <w:pStyle w:val="Corpsdetexte"/>
              <w:spacing w:before="40"/>
              <w:rPr>
                <w:sz w:val="18"/>
                <w:szCs w:val="18"/>
              </w:rPr>
            </w:pPr>
          </w:p>
          <w:p w14:paraId="52120284" w14:textId="77777777" w:rsidR="000456DD" w:rsidRDefault="000456DD" w:rsidP="00CA58AC">
            <w:pPr>
              <w:pStyle w:val="Corpsdetexte"/>
              <w:spacing w:before="40"/>
              <w:rPr>
                <w:sz w:val="18"/>
                <w:szCs w:val="18"/>
              </w:rPr>
            </w:pPr>
          </w:p>
          <w:p w14:paraId="096C36B2" w14:textId="77777777" w:rsidR="000456DD" w:rsidRDefault="000456DD" w:rsidP="00CA58AC">
            <w:pPr>
              <w:pStyle w:val="Corpsdetexte"/>
              <w:spacing w:before="40"/>
              <w:rPr>
                <w:sz w:val="18"/>
                <w:szCs w:val="18"/>
              </w:rPr>
            </w:pPr>
          </w:p>
          <w:p w14:paraId="641E40A1" w14:textId="77777777" w:rsidR="000456DD" w:rsidRDefault="000456DD" w:rsidP="00CA58AC">
            <w:pPr>
              <w:pStyle w:val="Corpsdetexte"/>
              <w:spacing w:before="40"/>
              <w:rPr>
                <w:sz w:val="18"/>
                <w:szCs w:val="18"/>
              </w:rPr>
            </w:pPr>
          </w:p>
          <w:p w14:paraId="26DAEC39" w14:textId="77777777" w:rsidR="000456DD" w:rsidRDefault="000456DD" w:rsidP="00CA58AC">
            <w:pPr>
              <w:pStyle w:val="Corpsdetexte"/>
              <w:spacing w:before="40"/>
              <w:rPr>
                <w:sz w:val="18"/>
                <w:szCs w:val="18"/>
              </w:rPr>
            </w:pPr>
          </w:p>
          <w:p w14:paraId="515D94E1" w14:textId="77777777" w:rsidR="000456DD" w:rsidRDefault="000456DD" w:rsidP="00CA58AC">
            <w:pPr>
              <w:pStyle w:val="Corpsdetexte"/>
              <w:spacing w:before="40"/>
              <w:rPr>
                <w:sz w:val="18"/>
                <w:szCs w:val="18"/>
              </w:rPr>
            </w:pPr>
          </w:p>
          <w:p w14:paraId="4C367F12" w14:textId="77777777" w:rsidR="000456DD" w:rsidRDefault="000456DD" w:rsidP="00CA58AC">
            <w:pPr>
              <w:pStyle w:val="Corpsdetexte"/>
              <w:spacing w:before="40"/>
              <w:rPr>
                <w:sz w:val="18"/>
                <w:szCs w:val="18"/>
              </w:rPr>
            </w:pPr>
          </w:p>
          <w:p w14:paraId="13A85BCF" w14:textId="77777777" w:rsidR="000456DD" w:rsidRDefault="000456DD" w:rsidP="00CA58AC">
            <w:pPr>
              <w:pStyle w:val="Corpsdetexte"/>
              <w:spacing w:before="40"/>
              <w:rPr>
                <w:sz w:val="18"/>
                <w:szCs w:val="18"/>
              </w:rPr>
            </w:pPr>
          </w:p>
          <w:p w14:paraId="166C4CE3" w14:textId="77777777" w:rsidR="000456DD" w:rsidRDefault="000456DD" w:rsidP="00CA58AC">
            <w:pPr>
              <w:pStyle w:val="Corpsdetexte"/>
              <w:spacing w:before="40"/>
              <w:rPr>
                <w:sz w:val="18"/>
                <w:szCs w:val="18"/>
              </w:rPr>
            </w:pPr>
          </w:p>
          <w:p w14:paraId="2C3524B5" w14:textId="77777777" w:rsidR="000456DD" w:rsidRPr="00EB10B7" w:rsidRDefault="000456DD" w:rsidP="00CA58AC">
            <w:pPr>
              <w:pStyle w:val="Corpsdetexte"/>
              <w:spacing w:before="40"/>
              <w:rPr>
                <w:sz w:val="18"/>
                <w:szCs w:val="18"/>
              </w:rPr>
            </w:pPr>
          </w:p>
          <w:p w14:paraId="349244EE" w14:textId="77777777" w:rsidR="00400D68" w:rsidRPr="00EB10B7" w:rsidRDefault="00400D68" w:rsidP="00CA58AC">
            <w:pPr>
              <w:pStyle w:val="Corpsdetexte"/>
              <w:spacing w:before="40"/>
              <w:rPr>
                <w:sz w:val="18"/>
                <w:szCs w:val="18"/>
              </w:rPr>
            </w:pPr>
          </w:p>
          <w:p w14:paraId="6A6B2DCF" w14:textId="77777777" w:rsidR="00400D68" w:rsidRPr="00EB10B7" w:rsidRDefault="00400D68" w:rsidP="00CA58AC">
            <w:pPr>
              <w:pStyle w:val="Corpsdetexte"/>
              <w:spacing w:before="40"/>
              <w:rPr>
                <w:sz w:val="18"/>
                <w:szCs w:val="18"/>
              </w:rPr>
            </w:pPr>
          </w:p>
          <w:p w14:paraId="2CC945C0" w14:textId="77777777" w:rsidR="00400D68" w:rsidRPr="00EB10B7" w:rsidRDefault="00400D68" w:rsidP="00CA58AC">
            <w:pPr>
              <w:pStyle w:val="Corpsdetexte"/>
              <w:spacing w:before="40"/>
              <w:rPr>
                <w:sz w:val="18"/>
                <w:szCs w:val="18"/>
              </w:rPr>
            </w:pPr>
          </w:p>
          <w:p w14:paraId="4085B1A3" w14:textId="77777777" w:rsidR="00400D68" w:rsidRPr="00EB10B7" w:rsidRDefault="00400D68" w:rsidP="00CA58AC">
            <w:pPr>
              <w:pStyle w:val="Corpsdetexte"/>
              <w:spacing w:before="40"/>
              <w:rPr>
                <w:sz w:val="18"/>
                <w:szCs w:val="18"/>
              </w:rPr>
            </w:pPr>
          </w:p>
          <w:p w14:paraId="63FCA0B7" w14:textId="77777777" w:rsidR="00400D68" w:rsidRPr="00EB10B7" w:rsidRDefault="00400D68" w:rsidP="00CA58AC">
            <w:pPr>
              <w:pStyle w:val="Corpsdetexte"/>
              <w:spacing w:before="40"/>
              <w:rPr>
                <w:sz w:val="18"/>
                <w:szCs w:val="18"/>
              </w:rPr>
            </w:pPr>
          </w:p>
          <w:p w14:paraId="6DAE78E6" w14:textId="77777777" w:rsidR="00400D68" w:rsidRPr="00EB10B7" w:rsidRDefault="00400D68" w:rsidP="00CA58AC">
            <w:pPr>
              <w:pStyle w:val="Corpsdetexte"/>
              <w:spacing w:before="40"/>
              <w:rPr>
                <w:sz w:val="18"/>
                <w:szCs w:val="18"/>
              </w:rPr>
            </w:pPr>
          </w:p>
          <w:p w14:paraId="59610963" w14:textId="77777777" w:rsidR="00400D68" w:rsidRPr="00EB10B7" w:rsidRDefault="00400D68" w:rsidP="00CA58AC">
            <w:pPr>
              <w:pStyle w:val="Corpsdetexte"/>
              <w:spacing w:before="40"/>
              <w:rPr>
                <w:sz w:val="18"/>
                <w:szCs w:val="18"/>
              </w:rPr>
            </w:pPr>
          </w:p>
          <w:p w14:paraId="7AB2024A" w14:textId="77777777" w:rsidR="00400D68" w:rsidRPr="00EB10B7" w:rsidRDefault="00400D68" w:rsidP="00CA58AC">
            <w:pPr>
              <w:pStyle w:val="Corpsdetexte"/>
              <w:spacing w:before="40"/>
              <w:rPr>
                <w:sz w:val="18"/>
                <w:szCs w:val="18"/>
              </w:rPr>
            </w:pPr>
          </w:p>
          <w:p w14:paraId="1A0EBD3B" w14:textId="77777777" w:rsidR="00400D68" w:rsidRPr="00EB10B7" w:rsidRDefault="00400D68" w:rsidP="00CA58AC">
            <w:pPr>
              <w:pStyle w:val="Corpsdetexte"/>
              <w:spacing w:before="40"/>
              <w:rPr>
                <w:sz w:val="18"/>
                <w:szCs w:val="18"/>
              </w:rPr>
            </w:pPr>
          </w:p>
          <w:p w14:paraId="427E4D16" w14:textId="77777777" w:rsidR="00400D68" w:rsidRPr="00EB10B7" w:rsidRDefault="00400D68" w:rsidP="00CA58AC">
            <w:pPr>
              <w:pStyle w:val="Corpsdetexte"/>
              <w:spacing w:before="40"/>
              <w:rPr>
                <w:sz w:val="18"/>
                <w:szCs w:val="18"/>
              </w:rPr>
            </w:pPr>
          </w:p>
          <w:p w14:paraId="026017DE" w14:textId="77777777" w:rsidR="00400D68" w:rsidRPr="00EB10B7" w:rsidRDefault="00400D68" w:rsidP="00CA58AC">
            <w:pPr>
              <w:pStyle w:val="Corpsdetexte"/>
              <w:spacing w:before="40"/>
              <w:rPr>
                <w:sz w:val="18"/>
                <w:szCs w:val="18"/>
              </w:rPr>
            </w:pPr>
          </w:p>
          <w:p w14:paraId="3B804F14" w14:textId="77777777" w:rsidR="00400D68" w:rsidRPr="00EB10B7" w:rsidRDefault="00400D68" w:rsidP="00CA58AC">
            <w:pPr>
              <w:pStyle w:val="Corpsdetexte"/>
              <w:spacing w:before="40"/>
              <w:rPr>
                <w:sz w:val="18"/>
                <w:szCs w:val="18"/>
              </w:rPr>
            </w:pPr>
          </w:p>
          <w:p w14:paraId="44668B48" w14:textId="77777777" w:rsidR="00400D68" w:rsidRPr="00EB10B7" w:rsidRDefault="00400D68" w:rsidP="00CA58AC">
            <w:pPr>
              <w:pStyle w:val="Corpsdetexte"/>
              <w:spacing w:before="40"/>
              <w:rPr>
                <w:sz w:val="18"/>
                <w:szCs w:val="18"/>
              </w:rPr>
            </w:pPr>
          </w:p>
          <w:p w14:paraId="2CFA31E8" w14:textId="77777777" w:rsidR="00400D68" w:rsidRPr="00EB10B7" w:rsidRDefault="00400D68" w:rsidP="00CA58AC">
            <w:pPr>
              <w:pStyle w:val="Corpsdetexte"/>
              <w:spacing w:before="40"/>
              <w:rPr>
                <w:sz w:val="18"/>
                <w:szCs w:val="18"/>
              </w:rPr>
            </w:pPr>
          </w:p>
          <w:p w14:paraId="15596893" w14:textId="77777777" w:rsidR="00400D68" w:rsidRPr="00EB10B7" w:rsidRDefault="00400D68" w:rsidP="00CA58AC">
            <w:pPr>
              <w:pStyle w:val="Corpsdetexte"/>
              <w:spacing w:before="40"/>
              <w:rPr>
                <w:sz w:val="18"/>
                <w:szCs w:val="18"/>
              </w:rPr>
            </w:pPr>
          </w:p>
          <w:p w14:paraId="220D9A55" w14:textId="77777777" w:rsidR="00400D68" w:rsidRPr="00EB10B7" w:rsidRDefault="00400D68" w:rsidP="00CA58AC">
            <w:pPr>
              <w:pStyle w:val="Corpsdetexte"/>
              <w:spacing w:before="40"/>
              <w:rPr>
                <w:sz w:val="18"/>
                <w:szCs w:val="18"/>
              </w:rPr>
            </w:pPr>
          </w:p>
          <w:p w14:paraId="7EE67AED" w14:textId="77777777" w:rsidR="00400D68" w:rsidRPr="00EB10B7" w:rsidRDefault="00400D68" w:rsidP="00CA58AC">
            <w:pPr>
              <w:pStyle w:val="Corpsdetexte"/>
              <w:spacing w:before="40"/>
              <w:rPr>
                <w:sz w:val="18"/>
                <w:szCs w:val="18"/>
              </w:rPr>
            </w:pPr>
          </w:p>
          <w:p w14:paraId="6B06E44F" w14:textId="77777777" w:rsidR="00400D68" w:rsidRPr="00EB10B7" w:rsidRDefault="00400D68" w:rsidP="00CA58AC">
            <w:pPr>
              <w:pStyle w:val="Corpsdetexte"/>
              <w:spacing w:before="40"/>
              <w:rPr>
                <w:sz w:val="18"/>
                <w:szCs w:val="18"/>
              </w:rPr>
            </w:pPr>
          </w:p>
          <w:p w14:paraId="0271A19D" w14:textId="77777777" w:rsidR="00400D68" w:rsidRDefault="00400D68" w:rsidP="00CA58AC">
            <w:pPr>
              <w:pStyle w:val="Corpsdetexte"/>
              <w:spacing w:before="40"/>
              <w:rPr>
                <w:sz w:val="18"/>
                <w:szCs w:val="18"/>
              </w:rPr>
            </w:pPr>
          </w:p>
          <w:p w14:paraId="3ACAF917" w14:textId="77777777" w:rsidR="00C443AC" w:rsidRDefault="00C443AC" w:rsidP="00CA58AC">
            <w:pPr>
              <w:pStyle w:val="Corpsdetexte"/>
              <w:spacing w:before="40"/>
              <w:rPr>
                <w:sz w:val="18"/>
                <w:szCs w:val="18"/>
              </w:rPr>
            </w:pPr>
          </w:p>
          <w:p w14:paraId="24FED266" w14:textId="77777777" w:rsidR="00C443AC" w:rsidRPr="00EB10B7" w:rsidRDefault="00C443AC" w:rsidP="00CA58AC">
            <w:pPr>
              <w:pStyle w:val="Corpsdetexte"/>
              <w:spacing w:before="40"/>
              <w:rPr>
                <w:sz w:val="18"/>
                <w:szCs w:val="18"/>
              </w:rPr>
            </w:pPr>
          </w:p>
          <w:p w14:paraId="5C51C1B3" w14:textId="77777777" w:rsidR="00400D68" w:rsidRPr="00EB10B7" w:rsidRDefault="00400D68" w:rsidP="00CA58AC">
            <w:pPr>
              <w:pStyle w:val="Corpsdetexte"/>
              <w:spacing w:before="40"/>
              <w:rPr>
                <w:sz w:val="18"/>
                <w:szCs w:val="18"/>
              </w:rPr>
            </w:pPr>
          </w:p>
          <w:p w14:paraId="4780DCAD" w14:textId="77777777" w:rsidR="00400D68" w:rsidRDefault="00400D68" w:rsidP="00CA58AC">
            <w:pPr>
              <w:pStyle w:val="Corpsdetexte"/>
              <w:spacing w:before="40"/>
              <w:rPr>
                <w:sz w:val="18"/>
                <w:szCs w:val="18"/>
              </w:rPr>
            </w:pPr>
          </w:p>
          <w:p w14:paraId="359EB1DD" w14:textId="77777777" w:rsidR="00534370" w:rsidRPr="00EB10B7" w:rsidRDefault="00534370" w:rsidP="00CA58AC">
            <w:pPr>
              <w:pStyle w:val="Corpsdetexte"/>
              <w:spacing w:before="40"/>
              <w:rPr>
                <w:sz w:val="18"/>
                <w:szCs w:val="18"/>
              </w:rPr>
            </w:pPr>
          </w:p>
          <w:p w14:paraId="241A3D09" w14:textId="77777777" w:rsidR="0092248C" w:rsidRPr="00EB10B7" w:rsidRDefault="0092248C" w:rsidP="00CA58AC">
            <w:pPr>
              <w:pStyle w:val="Corpsdetexte"/>
              <w:spacing w:before="40"/>
              <w:rPr>
                <w:sz w:val="18"/>
                <w:szCs w:val="18"/>
              </w:rPr>
            </w:pPr>
          </w:p>
          <w:p w14:paraId="1DA43C44" w14:textId="77777777" w:rsidR="0092248C" w:rsidRPr="00EB10B7" w:rsidRDefault="0092248C" w:rsidP="00CA58AC">
            <w:pPr>
              <w:pStyle w:val="Corpsdetexte"/>
              <w:spacing w:before="40"/>
              <w:rPr>
                <w:sz w:val="18"/>
                <w:szCs w:val="18"/>
              </w:rPr>
            </w:pPr>
          </w:p>
          <w:p w14:paraId="250D39BC" w14:textId="77777777" w:rsidR="0092248C" w:rsidRPr="00EB10B7" w:rsidRDefault="00534800" w:rsidP="00534800">
            <w:pPr>
              <w:pStyle w:val="Corpsdetexte"/>
              <w:tabs>
                <w:tab w:val="left" w:pos="945"/>
                <w:tab w:val="center" w:pos="4425"/>
              </w:tabs>
              <w:spacing w:before="40"/>
              <w:rPr>
                <w:sz w:val="18"/>
                <w:szCs w:val="18"/>
              </w:rPr>
            </w:pPr>
            <w:r w:rsidRPr="00EB10B7">
              <w:rPr>
                <w:sz w:val="18"/>
                <w:szCs w:val="18"/>
              </w:rPr>
              <w:tab/>
            </w:r>
            <w:r w:rsidRPr="00EB10B7">
              <w:rPr>
                <w:sz w:val="18"/>
                <w:szCs w:val="18"/>
              </w:rPr>
              <w:tab/>
            </w:r>
          </w:p>
        </w:tc>
        <w:tc>
          <w:tcPr>
            <w:tcW w:w="993" w:type="dxa"/>
          </w:tcPr>
          <w:p w14:paraId="076CB7B1" w14:textId="77777777" w:rsidR="0092248C" w:rsidRPr="00CA58AC" w:rsidRDefault="0092248C" w:rsidP="00596DD1">
            <w:pPr>
              <w:pStyle w:val="Corpsdetexte"/>
              <w:spacing w:before="40"/>
              <w:jc w:val="center"/>
              <w:rPr>
                <w:sz w:val="18"/>
                <w:szCs w:val="18"/>
              </w:rPr>
            </w:pPr>
          </w:p>
        </w:tc>
      </w:tr>
      <w:tr w:rsidR="002C2162" w:rsidRPr="00613457" w14:paraId="6E5FA0CA" w14:textId="77777777" w:rsidTr="00E31C27">
        <w:trPr>
          <w:trHeight w:val="345"/>
        </w:trPr>
        <w:tc>
          <w:tcPr>
            <w:tcW w:w="9067" w:type="dxa"/>
            <w:shd w:val="clear" w:color="auto" w:fill="CCECFF"/>
          </w:tcPr>
          <w:p w14:paraId="56E0D6CC" w14:textId="38595DDE" w:rsidR="000456DD" w:rsidRPr="000456DD" w:rsidRDefault="000456DD" w:rsidP="00450F89">
            <w:pPr>
              <w:pStyle w:val="Corpsdetexte"/>
              <w:spacing w:line="360" w:lineRule="auto"/>
              <w:rPr>
                <w:b/>
                <w:iCs/>
              </w:rPr>
            </w:pPr>
            <w:r w:rsidRPr="000456DD">
              <w:rPr>
                <w:b/>
                <w:iCs/>
              </w:rPr>
              <w:lastRenderedPageBreak/>
              <w:t>Sous-critère 1.4 –  Protection de l'environnement :</w:t>
            </w:r>
          </w:p>
          <w:p w14:paraId="0A9D27A1" w14:textId="77777777" w:rsidR="000456DD" w:rsidRPr="000456DD" w:rsidRDefault="000456DD" w:rsidP="00450F89">
            <w:pPr>
              <w:pStyle w:val="Corpsdetexte"/>
              <w:spacing w:line="360" w:lineRule="auto"/>
              <w:rPr>
                <w:bCs/>
                <w:iCs/>
                <w:color w:val="808080" w:themeColor="background1" w:themeShade="80"/>
              </w:rPr>
            </w:pPr>
            <w:r w:rsidRPr="000456DD">
              <w:rPr>
                <w:bCs/>
                <w:iCs/>
                <w:color w:val="808080" w:themeColor="background1" w:themeShade="80"/>
              </w:rPr>
              <w:t xml:space="preserve">Traitement des déchets </w:t>
            </w:r>
          </w:p>
          <w:p w14:paraId="17262C7A" w14:textId="4A0604F5" w:rsidR="002C2162" w:rsidRPr="00450F89" w:rsidRDefault="000456DD" w:rsidP="00450F89">
            <w:pPr>
              <w:pStyle w:val="western"/>
              <w:spacing w:before="120" w:beforeAutospacing="0" w:after="120" w:line="360" w:lineRule="auto"/>
              <w:rPr>
                <w:rFonts w:ascii="Arial" w:eastAsiaTheme="minorHAnsi" w:hAnsi="Arial" w:cs="Arial"/>
                <w:b/>
                <w:iCs/>
                <w:sz w:val="20"/>
                <w:szCs w:val="20"/>
                <w:lang w:eastAsia="en-US"/>
              </w:rPr>
            </w:pPr>
            <w:r w:rsidRPr="00450F89">
              <w:rPr>
                <w:rFonts w:ascii="Arial" w:eastAsiaTheme="minorHAnsi" w:hAnsi="Arial" w:cs="Arial"/>
                <w:bCs/>
                <w:iCs/>
                <w:color w:val="808080" w:themeColor="background1" w:themeShade="80"/>
                <w:sz w:val="20"/>
                <w:szCs w:val="20"/>
                <w:lang w:eastAsia="en-US"/>
              </w:rPr>
              <w:t>Mesures destinées à réduire l'impact environnemental (flotte de véhicule vert…)</w:t>
            </w:r>
          </w:p>
        </w:tc>
        <w:tc>
          <w:tcPr>
            <w:tcW w:w="993" w:type="dxa"/>
            <w:shd w:val="clear" w:color="auto" w:fill="CCECFF"/>
          </w:tcPr>
          <w:p w14:paraId="2E84F1CE" w14:textId="77777777" w:rsidR="002C2162" w:rsidRDefault="002C2162" w:rsidP="009C3A37">
            <w:pPr>
              <w:pStyle w:val="Corpsdetexte"/>
              <w:spacing w:before="40" w:line="360" w:lineRule="auto"/>
              <w:jc w:val="center"/>
              <w:rPr>
                <w:b/>
                <w:i/>
              </w:rPr>
            </w:pPr>
            <w:r w:rsidRPr="00CA58AC">
              <w:rPr>
                <w:b/>
                <w:i/>
              </w:rPr>
              <w:t>Note</w:t>
            </w:r>
          </w:p>
          <w:p w14:paraId="3D3D2921" w14:textId="5468500D" w:rsidR="002C2162" w:rsidRPr="00CA58AC" w:rsidRDefault="00636951" w:rsidP="0013158A">
            <w:pPr>
              <w:pStyle w:val="Corpsdetexte"/>
              <w:spacing w:before="40" w:line="360" w:lineRule="auto"/>
              <w:jc w:val="center"/>
              <w:rPr>
                <w:b/>
                <w:i/>
              </w:rPr>
            </w:pPr>
            <w:r>
              <w:rPr>
                <w:b/>
                <w:i/>
              </w:rPr>
              <w:t xml:space="preserve">      </w:t>
            </w:r>
            <w:r w:rsidR="00507E8C">
              <w:rPr>
                <w:b/>
                <w:i/>
              </w:rPr>
              <w:t>/</w:t>
            </w:r>
            <w:r w:rsidR="001B68D8">
              <w:rPr>
                <w:b/>
                <w:i/>
              </w:rPr>
              <w:t>20</w:t>
            </w:r>
          </w:p>
        </w:tc>
      </w:tr>
      <w:tr w:rsidR="0092248C" w:rsidRPr="00613457" w14:paraId="5C230138" w14:textId="77777777" w:rsidTr="00776F31">
        <w:trPr>
          <w:trHeight w:val="10013"/>
        </w:trPr>
        <w:tc>
          <w:tcPr>
            <w:tcW w:w="9067" w:type="dxa"/>
          </w:tcPr>
          <w:p w14:paraId="65A8625C" w14:textId="77777777" w:rsidR="002C2162" w:rsidRPr="002C2162" w:rsidRDefault="005978F8" w:rsidP="002C2162">
            <w:pPr>
              <w:pStyle w:val="Corpsdetexte"/>
              <w:spacing w:before="40"/>
              <w:rPr>
                <w:sz w:val="18"/>
                <w:szCs w:val="18"/>
                <w:u w:val="single"/>
              </w:rPr>
            </w:pPr>
            <w:r>
              <w:rPr>
                <w:sz w:val="18"/>
                <w:szCs w:val="18"/>
                <w:u w:val="single"/>
              </w:rPr>
              <w:t>Réponse du candidat</w:t>
            </w:r>
          </w:p>
          <w:p w14:paraId="07D262BB" w14:textId="77777777" w:rsidR="0092248C" w:rsidRDefault="0092248C" w:rsidP="00CA58AC">
            <w:pPr>
              <w:pStyle w:val="Corpsdetexte"/>
              <w:spacing w:before="40"/>
              <w:rPr>
                <w:sz w:val="18"/>
                <w:szCs w:val="18"/>
              </w:rPr>
            </w:pPr>
          </w:p>
          <w:p w14:paraId="2D22445A" w14:textId="77777777" w:rsidR="0092248C" w:rsidRDefault="0092248C" w:rsidP="00CA58AC">
            <w:pPr>
              <w:pStyle w:val="Corpsdetexte"/>
              <w:spacing w:before="40"/>
              <w:rPr>
                <w:sz w:val="18"/>
                <w:szCs w:val="18"/>
              </w:rPr>
            </w:pPr>
          </w:p>
          <w:p w14:paraId="16A4EED0" w14:textId="77777777" w:rsidR="0092248C" w:rsidRDefault="0092248C" w:rsidP="00CA58AC">
            <w:pPr>
              <w:pStyle w:val="Corpsdetexte"/>
              <w:spacing w:before="40"/>
              <w:rPr>
                <w:sz w:val="18"/>
                <w:szCs w:val="18"/>
              </w:rPr>
            </w:pPr>
          </w:p>
          <w:p w14:paraId="506A6B4B" w14:textId="77777777" w:rsidR="0092248C" w:rsidRDefault="0092248C" w:rsidP="00CA58AC">
            <w:pPr>
              <w:pStyle w:val="Corpsdetexte"/>
              <w:spacing w:before="40"/>
              <w:rPr>
                <w:sz w:val="18"/>
                <w:szCs w:val="18"/>
              </w:rPr>
            </w:pPr>
          </w:p>
          <w:p w14:paraId="1DA2EBE6" w14:textId="77777777" w:rsidR="0092248C" w:rsidRDefault="0092248C" w:rsidP="00CA58AC">
            <w:pPr>
              <w:pStyle w:val="Corpsdetexte"/>
              <w:spacing w:before="40"/>
              <w:rPr>
                <w:sz w:val="18"/>
                <w:szCs w:val="18"/>
              </w:rPr>
            </w:pPr>
          </w:p>
          <w:p w14:paraId="0E408D41" w14:textId="77777777" w:rsidR="00F35323" w:rsidRDefault="00F35323" w:rsidP="00CA58AC">
            <w:pPr>
              <w:pStyle w:val="Corpsdetexte"/>
              <w:spacing w:before="40"/>
              <w:rPr>
                <w:sz w:val="18"/>
                <w:szCs w:val="18"/>
              </w:rPr>
            </w:pPr>
          </w:p>
          <w:p w14:paraId="5D77C104" w14:textId="77777777" w:rsidR="00F35323" w:rsidRDefault="00F35323" w:rsidP="00CA58AC">
            <w:pPr>
              <w:pStyle w:val="Corpsdetexte"/>
              <w:spacing w:before="40"/>
              <w:rPr>
                <w:sz w:val="18"/>
                <w:szCs w:val="18"/>
              </w:rPr>
            </w:pPr>
          </w:p>
          <w:p w14:paraId="56349E74" w14:textId="77777777" w:rsidR="00F35323" w:rsidRDefault="00F35323" w:rsidP="00CA58AC">
            <w:pPr>
              <w:pStyle w:val="Corpsdetexte"/>
              <w:spacing w:before="40"/>
              <w:rPr>
                <w:sz w:val="18"/>
                <w:szCs w:val="18"/>
              </w:rPr>
            </w:pPr>
          </w:p>
          <w:p w14:paraId="3BAFA67A" w14:textId="77777777" w:rsidR="00F35323" w:rsidRDefault="00F35323" w:rsidP="00CA58AC">
            <w:pPr>
              <w:pStyle w:val="Corpsdetexte"/>
              <w:spacing w:before="40"/>
              <w:rPr>
                <w:sz w:val="18"/>
                <w:szCs w:val="18"/>
              </w:rPr>
            </w:pPr>
          </w:p>
          <w:p w14:paraId="5C926418" w14:textId="77777777" w:rsidR="00F35323" w:rsidRDefault="00F35323" w:rsidP="00CA58AC">
            <w:pPr>
              <w:pStyle w:val="Corpsdetexte"/>
              <w:spacing w:before="40"/>
              <w:rPr>
                <w:sz w:val="18"/>
                <w:szCs w:val="18"/>
              </w:rPr>
            </w:pPr>
          </w:p>
          <w:p w14:paraId="7716DB63" w14:textId="77777777" w:rsidR="00F35323" w:rsidRDefault="00F35323" w:rsidP="00CA58AC">
            <w:pPr>
              <w:pStyle w:val="Corpsdetexte"/>
              <w:spacing w:before="40"/>
              <w:rPr>
                <w:sz w:val="18"/>
                <w:szCs w:val="18"/>
              </w:rPr>
            </w:pPr>
          </w:p>
          <w:p w14:paraId="42EB49AB" w14:textId="77777777" w:rsidR="00F35323" w:rsidRDefault="00F35323" w:rsidP="00CA58AC">
            <w:pPr>
              <w:pStyle w:val="Corpsdetexte"/>
              <w:spacing w:before="40"/>
              <w:rPr>
                <w:sz w:val="18"/>
                <w:szCs w:val="18"/>
              </w:rPr>
            </w:pPr>
          </w:p>
          <w:p w14:paraId="577603C1" w14:textId="77777777" w:rsidR="00F35323" w:rsidRDefault="00F35323" w:rsidP="00CA58AC">
            <w:pPr>
              <w:pStyle w:val="Corpsdetexte"/>
              <w:spacing w:before="40"/>
              <w:rPr>
                <w:sz w:val="18"/>
                <w:szCs w:val="18"/>
              </w:rPr>
            </w:pPr>
          </w:p>
          <w:p w14:paraId="657AECC3" w14:textId="77777777" w:rsidR="00F35323" w:rsidRDefault="00F35323" w:rsidP="00CA58AC">
            <w:pPr>
              <w:pStyle w:val="Corpsdetexte"/>
              <w:spacing w:before="40"/>
              <w:rPr>
                <w:sz w:val="18"/>
                <w:szCs w:val="18"/>
              </w:rPr>
            </w:pPr>
          </w:p>
          <w:p w14:paraId="37D9D307" w14:textId="77777777" w:rsidR="00F35323" w:rsidRDefault="00F35323" w:rsidP="00CA58AC">
            <w:pPr>
              <w:pStyle w:val="Corpsdetexte"/>
              <w:spacing w:before="40"/>
              <w:rPr>
                <w:sz w:val="18"/>
                <w:szCs w:val="18"/>
              </w:rPr>
            </w:pPr>
          </w:p>
          <w:p w14:paraId="3A817362" w14:textId="77777777" w:rsidR="0092248C" w:rsidRDefault="0092248C" w:rsidP="00CA58AC">
            <w:pPr>
              <w:pStyle w:val="Corpsdetexte"/>
              <w:spacing w:before="40"/>
              <w:rPr>
                <w:sz w:val="18"/>
                <w:szCs w:val="18"/>
              </w:rPr>
            </w:pPr>
          </w:p>
          <w:p w14:paraId="13344727" w14:textId="77777777" w:rsidR="0092248C" w:rsidRDefault="0092248C" w:rsidP="00CA58AC">
            <w:pPr>
              <w:pStyle w:val="Corpsdetexte"/>
              <w:spacing w:before="40"/>
              <w:rPr>
                <w:sz w:val="18"/>
                <w:szCs w:val="18"/>
              </w:rPr>
            </w:pPr>
          </w:p>
          <w:p w14:paraId="579A60C2" w14:textId="77777777" w:rsidR="0092248C" w:rsidRDefault="0092248C" w:rsidP="00CA58AC">
            <w:pPr>
              <w:pStyle w:val="Corpsdetexte"/>
              <w:spacing w:before="40"/>
              <w:rPr>
                <w:sz w:val="18"/>
                <w:szCs w:val="18"/>
              </w:rPr>
            </w:pPr>
          </w:p>
          <w:p w14:paraId="587ED827" w14:textId="77777777" w:rsidR="0092248C" w:rsidRDefault="0092248C" w:rsidP="00CA58AC">
            <w:pPr>
              <w:pStyle w:val="Corpsdetexte"/>
              <w:spacing w:before="40"/>
              <w:rPr>
                <w:sz w:val="18"/>
                <w:szCs w:val="18"/>
              </w:rPr>
            </w:pPr>
          </w:p>
          <w:p w14:paraId="15373CAB" w14:textId="77777777" w:rsidR="0092248C" w:rsidRPr="00CA58AC" w:rsidRDefault="0092248C" w:rsidP="00CA58AC">
            <w:pPr>
              <w:pStyle w:val="Corpsdetexte"/>
              <w:spacing w:before="40"/>
              <w:rPr>
                <w:sz w:val="18"/>
                <w:szCs w:val="18"/>
              </w:rPr>
            </w:pPr>
          </w:p>
        </w:tc>
        <w:tc>
          <w:tcPr>
            <w:tcW w:w="993" w:type="dxa"/>
          </w:tcPr>
          <w:p w14:paraId="031F2033" w14:textId="77777777" w:rsidR="0092248C" w:rsidRPr="00CA58AC" w:rsidRDefault="0092248C" w:rsidP="00D14EA3">
            <w:pPr>
              <w:pStyle w:val="Corpsdetexte"/>
              <w:spacing w:before="40"/>
              <w:jc w:val="center"/>
              <w:rPr>
                <w:sz w:val="18"/>
                <w:szCs w:val="18"/>
              </w:rPr>
            </w:pPr>
          </w:p>
        </w:tc>
      </w:tr>
      <w:tr w:rsidR="00636951" w:rsidRPr="00613457" w14:paraId="028CDCDC" w14:textId="77777777" w:rsidTr="00E31C27">
        <w:trPr>
          <w:trHeight w:val="345"/>
        </w:trPr>
        <w:tc>
          <w:tcPr>
            <w:tcW w:w="9067" w:type="dxa"/>
            <w:shd w:val="clear" w:color="auto" w:fill="CCECFF"/>
          </w:tcPr>
          <w:p w14:paraId="45F2A021" w14:textId="77777777" w:rsidR="00636951" w:rsidRPr="00636951" w:rsidRDefault="00636951" w:rsidP="00636951">
            <w:pPr>
              <w:pStyle w:val="Corpsdetexte"/>
              <w:spacing w:before="60"/>
              <w:ind w:left="720"/>
              <w:jc w:val="right"/>
              <w:rPr>
                <w:b/>
                <w:sz w:val="18"/>
                <w:szCs w:val="18"/>
              </w:rPr>
            </w:pPr>
            <w:r w:rsidRPr="00636951">
              <w:rPr>
                <w:b/>
                <w:sz w:val="18"/>
                <w:szCs w:val="18"/>
              </w:rPr>
              <w:t xml:space="preserve">NOTE VALEUR TECHNIQUE </w:t>
            </w:r>
          </w:p>
        </w:tc>
        <w:tc>
          <w:tcPr>
            <w:tcW w:w="993" w:type="dxa"/>
            <w:shd w:val="clear" w:color="auto" w:fill="CCECFF"/>
          </w:tcPr>
          <w:p w14:paraId="07F5FA38" w14:textId="77777777" w:rsidR="00636951" w:rsidRPr="00636951" w:rsidRDefault="00636951" w:rsidP="00636951">
            <w:pPr>
              <w:pStyle w:val="Corpsdetexte"/>
              <w:spacing w:before="60"/>
              <w:jc w:val="center"/>
              <w:rPr>
                <w:b/>
                <w:sz w:val="18"/>
                <w:szCs w:val="18"/>
              </w:rPr>
            </w:pPr>
            <w:r w:rsidRPr="00636951">
              <w:rPr>
                <w:b/>
                <w:sz w:val="18"/>
                <w:szCs w:val="18"/>
              </w:rPr>
              <w:t xml:space="preserve">     /100</w:t>
            </w:r>
          </w:p>
        </w:tc>
      </w:tr>
    </w:tbl>
    <w:p w14:paraId="7101A555" w14:textId="77777777" w:rsidR="00A6776C" w:rsidRDefault="00A6776C" w:rsidP="00CA58AC">
      <w:pPr>
        <w:pStyle w:val="Corpsdetexte"/>
        <w:spacing w:before="40"/>
      </w:pPr>
    </w:p>
    <w:tbl>
      <w:tblPr>
        <w:tblStyle w:val="Grilledutableau"/>
        <w:tblW w:w="10060" w:type="dxa"/>
        <w:tblLook w:val="04A0" w:firstRow="1" w:lastRow="0" w:firstColumn="1" w:lastColumn="0" w:noHBand="0" w:noVBand="1"/>
      </w:tblPr>
      <w:tblGrid>
        <w:gridCol w:w="3228"/>
        <w:gridCol w:w="6832"/>
      </w:tblGrid>
      <w:tr w:rsidR="00F35323" w14:paraId="1C66E0AB" w14:textId="77777777" w:rsidTr="00E31C27">
        <w:trPr>
          <w:trHeight w:val="1528"/>
        </w:trPr>
        <w:tc>
          <w:tcPr>
            <w:tcW w:w="3228" w:type="dxa"/>
          </w:tcPr>
          <w:p w14:paraId="67309DAC" w14:textId="77777777" w:rsidR="00F35323" w:rsidRDefault="00F35323" w:rsidP="00CA58AC">
            <w:pPr>
              <w:pStyle w:val="Corpsdetexte"/>
              <w:spacing w:before="40"/>
            </w:pPr>
          </w:p>
          <w:p w14:paraId="4F1DC0B3" w14:textId="77777777" w:rsidR="006E1E1C" w:rsidRDefault="006E1E1C" w:rsidP="00CA58AC">
            <w:pPr>
              <w:pStyle w:val="Corpsdetexte"/>
              <w:spacing w:before="40"/>
            </w:pPr>
            <w:r>
              <w:t xml:space="preserve">Fait à   </w:t>
            </w:r>
          </w:p>
          <w:p w14:paraId="43767E7A" w14:textId="77777777" w:rsidR="006E1E1C" w:rsidRDefault="006E1E1C" w:rsidP="00CA58AC">
            <w:pPr>
              <w:pStyle w:val="Corpsdetexte"/>
              <w:spacing w:before="40"/>
            </w:pPr>
          </w:p>
          <w:p w14:paraId="33DED3EE" w14:textId="48CDECB5" w:rsidR="006E1E1C" w:rsidRDefault="006E1E1C" w:rsidP="006E1E1C">
            <w:pPr>
              <w:pStyle w:val="Corpsdetexte"/>
              <w:spacing w:before="40"/>
            </w:pPr>
            <w:r>
              <w:t xml:space="preserve">Le          </w:t>
            </w:r>
            <w:r w:rsidR="00921F4E">
              <w:t xml:space="preserve"> </w:t>
            </w:r>
            <w:r>
              <w:t xml:space="preserve">       /   </w:t>
            </w:r>
            <w:r w:rsidR="00921F4E">
              <w:t xml:space="preserve"> </w:t>
            </w:r>
            <w:r>
              <w:t xml:space="preserve">   / 202</w:t>
            </w:r>
            <w:r w:rsidR="000F46C6">
              <w:t>6</w:t>
            </w:r>
          </w:p>
        </w:tc>
        <w:tc>
          <w:tcPr>
            <w:tcW w:w="6832" w:type="dxa"/>
          </w:tcPr>
          <w:p w14:paraId="0675217D" w14:textId="77777777" w:rsidR="00F35323" w:rsidRDefault="006E1E1C" w:rsidP="00CA58AC">
            <w:pPr>
              <w:pStyle w:val="Corpsdetexte"/>
              <w:spacing w:before="40"/>
            </w:pPr>
            <w:r>
              <w:t>Signature et cachet de l’entreprise</w:t>
            </w:r>
          </w:p>
          <w:p w14:paraId="56926B96" w14:textId="77777777" w:rsidR="006E1E1C" w:rsidRDefault="006E1E1C" w:rsidP="00CA58AC">
            <w:pPr>
              <w:pStyle w:val="Corpsdetexte"/>
              <w:spacing w:before="40"/>
            </w:pPr>
          </w:p>
          <w:p w14:paraId="4A3635A7" w14:textId="77777777" w:rsidR="006E1E1C" w:rsidRDefault="006E1E1C" w:rsidP="00CA58AC">
            <w:pPr>
              <w:pStyle w:val="Corpsdetexte"/>
              <w:spacing w:before="40"/>
            </w:pPr>
          </w:p>
          <w:p w14:paraId="1CB5318B" w14:textId="77777777" w:rsidR="006E1E1C" w:rsidRDefault="006E1E1C" w:rsidP="00CA58AC">
            <w:pPr>
              <w:pStyle w:val="Corpsdetexte"/>
              <w:spacing w:before="40"/>
            </w:pPr>
          </w:p>
          <w:p w14:paraId="6E3A6E38" w14:textId="77777777" w:rsidR="006E1E1C" w:rsidRDefault="006E1E1C" w:rsidP="00CA58AC">
            <w:pPr>
              <w:pStyle w:val="Corpsdetexte"/>
              <w:spacing w:before="40"/>
            </w:pPr>
          </w:p>
          <w:p w14:paraId="52A35A8C" w14:textId="77777777" w:rsidR="006E1E1C" w:rsidRDefault="006E1E1C" w:rsidP="00CA58AC">
            <w:pPr>
              <w:pStyle w:val="Corpsdetexte"/>
              <w:spacing w:before="40"/>
            </w:pPr>
          </w:p>
          <w:p w14:paraId="5FD57E9B" w14:textId="77777777" w:rsidR="006E1E1C" w:rsidRDefault="006E1E1C" w:rsidP="00CA58AC">
            <w:pPr>
              <w:pStyle w:val="Corpsdetexte"/>
              <w:spacing w:before="40"/>
            </w:pPr>
          </w:p>
        </w:tc>
      </w:tr>
    </w:tbl>
    <w:p w14:paraId="31C5CA3A" w14:textId="77777777" w:rsidR="00F35323" w:rsidRDefault="00F35323" w:rsidP="006E1E1C">
      <w:pPr>
        <w:pStyle w:val="Corpsdetexte"/>
        <w:spacing w:before="40"/>
      </w:pPr>
    </w:p>
    <w:p w14:paraId="49703A96" w14:textId="03F33336" w:rsidR="008A14E7" w:rsidRPr="008A14E7" w:rsidRDefault="008A14E7" w:rsidP="006E1E1C">
      <w:pPr>
        <w:pStyle w:val="Corpsdetexte"/>
        <w:spacing w:before="40"/>
        <w:rPr>
          <w:b/>
          <w:bCs/>
          <w:u w:val="single"/>
        </w:rPr>
      </w:pPr>
      <w:r w:rsidRPr="008A14E7">
        <w:rPr>
          <w:b/>
          <w:bCs/>
          <w:u w:val="single"/>
        </w:rPr>
        <w:t>Transmettre le document sous format PDF</w:t>
      </w:r>
    </w:p>
    <w:sectPr w:rsidR="008A14E7" w:rsidRPr="008A14E7" w:rsidSect="00534800">
      <w:headerReference w:type="default" r:id="rId17"/>
      <w:footerReference w:type="default" r:id="rId18"/>
      <w:pgSz w:w="11910" w:h="16840"/>
      <w:pgMar w:top="961" w:right="964" w:bottom="964" w:left="96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ABF37" w14:textId="77777777" w:rsidR="00225ED2" w:rsidRDefault="00225ED2" w:rsidP="0079276E">
      <w:r>
        <w:separator/>
      </w:r>
    </w:p>
  </w:endnote>
  <w:endnote w:type="continuationSeparator" w:id="0">
    <w:p w14:paraId="25FDE588" w14:textId="77777777" w:rsidR="00225ED2" w:rsidRDefault="00225ED2"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53150097"/>
      <w:docPartObj>
        <w:docPartGallery w:val="Page Numbers (Bottom of Page)"/>
        <w:docPartUnique/>
      </w:docPartObj>
    </w:sdtPr>
    <w:sdtEndPr>
      <w:rPr>
        <w:rStyle w:val="Numrodepage"/>
      </w:rPr>
    </w:sdtEndPr>
    <w:sdtContent>
      <w:p w14:paraId="1D7596B8" w14:textId="77777777" w:rsidR="008443A5" w:rsidRDefault="008443A5" w:rsidP="00B81BC8">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323DF98" w14:textId="77777777"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CB75" w14:textId="77777777" w:rsidR="0079276E" w:rsidRPr="00290741" w:rsidRDefault="0079276E" w:rsidP="000301D7">
    <w:pPr>
      <w:pStyle w:val="PieddePage2"/>
    </w:pPr>
    <w:r w:rsidRPr="00290741">
      <w:t xml:space="preserve">Tél : </w:t>
    </w:r>
    <w:r w:rsidR="007F4D33">
      <w:t>02.62.40.58.41</w:t>
    </w:r>
  </w:p>
  <w:p w14:paraId="6F582B02" w14:textId="77777777" w:rsidR="0079276E" w:rsidRPr="00290741" w:rsidRDefault="0079276E" w:rsidP="00F476D8">
    <w:pPr>
      <w:pStyle w:val="PieddePage2"/>
    </w:pPr>
    <w:r w:rsidRPr="00290741">
      <w:t xml:space="preserve">Mél : </w:t>
    </w:r>
    <w:r w:rsidR="007F4D33">
      <w:t>mp.sar.ca-st-denis-reunion@justice</w:t>
    </w:r>
    <w:r w:rsidR="008E067B" w:rsidRPr="008E067B">
      <w:t>.fr</w:t>
    </w:r>
  </w:p>
  <w:p w14:paraId="2476CDF6" w14:textId="3805C611" w:rsidR="007F4D33" w:rsidRDefault="007F4D33" w:rsidP="000301D7">
    <w:pPr>
      <w:pStyle w:val="PieddePage2"/>
      <w:rPr>
        <w:position w:val="1"/>
      </w:rPr>
    </w:pPr>
    <w:r>
      <w:rPr>
        <w:position w:val="1"/>
      </w:rPr>
      <w:t xml:space="preserve">166, Rue Juliette Dodu </w:t>
    </w:r>
    <w:r w:rsidR="00B43327">
      <w:rPr>
        <w:position w:val="1"/>
      </w:rPr>
      <w:tab/>
    </w:r>
    <w:r w:rsidR="00B43327">
      <w:rPr>
        <w:position w:val="1"/>
      </w:rPr>
      <w:tab/>
    </w:r>
    <w:r w:rsidR="00B43327">
      <w:rPr>
        <w:position w:val="1"/>
      </w:rPr>
      <w:tab/>
    </w:r>
    <w:r w:rsidR="00B43327">
      <w:rPr>
        <w:position w:val="1"/>
      </w:rPr>
      <w:tab/>
    </w:r>
    <w:r w:rsidR="00D14EA3">
      <w:rPr>
        <w:position w:val="1"/>
      </w:rPr>
      <w:t>Mémoire technique</w:t>
    </w:r>
    <w:r w:rsidR="00B43327">
      <w:rPr>
        <w:position w:val="1"/>
      </w:rPr>
      <w:tab/>
    </w:r>
    <w:r w:rsidR="00B43327">
      <w:rPr>
        <w:position w:val="1"/>
      </w:rPr>
      <w:tab/>
    </w:r>
    <w:r w:rsidR="005234B4">
      <w:rPr>
        <w:position w:val="1"/>
      </w:rPr>
      <w:tab/>
    </w:r>
    <w:r w:rsidR="00400D68">
      <w:rPr>
        <w:position w:val="1"/>
      </w:rPr>
      <w:tab/>
    </w:r>
    <w:r w:rsidR="00D92A26">
      <w:rPr>
        <w:position w:val="1"/>
      </w:rPr>
      <w:t xml:space="preserve">            </w:t>
    </w:r>
    <w:r w:rsidR="00B43327">
      <w:rPr>
        <w:position w:val="1"/>
      </w:rPr>
      <w:t>20</w:t>
    </w:r>
    <w:r w:rsidR="000F46C6">
      <w:rPr>
        <w:position w:val="1"/>
      </w:rPr>
      <w:t>26</w:t>
    </w:r>
    <w:r w:rsidR="00B43327">
      <w:rPr>
        <w:position w:val="1"/>
      </w:rPr>
      <w:t>-0</w:t>
    </w:r>
    <w:r w:rsidR="000F46C6">
      <w:rPr>
        <w:position w:val="1"/>
      </w:rPr>
      <w:t>1</w:t>
    </w:r>
    <w:r w:rsidR="00B43327">
      <w:rPr>
        <w:position w:val="1"/>
      </w:rPr>
      <w:t>-E</w:t>
    </w:r>
    <w:r w:rsidR="00D92A26">
      <w:rPr>
        <w:position w:val="1"/>
      </w:rPr>
      <w:t>SPVERT-RUN</w:t>
    </w:r>
  </w:p>
  <w:p w14:paraId="7CC80EEF" w14:textId="77777777" w:rsidR="0079276E" w:rsidRPr="00290741" w:rsidRDefault="007F4D33" w:rsidP="000301D7">
    <w:pPr>
      <w:pStyle w:val="PieddePage2"/>
    </w:pPr>
    <w:r>
      <w:rPr>
        <w:position w:val="1"/>
      </w:rPr>
      <w:t>97404 Saint-Denis de La Réunion</w:t>
    </w:r>
  </w:p>
  <w:p w14:paraId="21F1EC59" w14:textId="77777777" w:rsidR="0079276E" w:rsidRPr="008E067B" w:rsidRDefault="0079276E">
    <w:pPr>
      <w:pStyle w:val="Pieddepage"/>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3A5A" w14:textId="77777777" w:rsidR="00D14EA3" w:rsidRDefault="00D14EA3" w:rsidP="00400D68">
    <w:pPr>
      <w:pStyle w:val="PieddePage2"/>
      <w:ind w:left="3600" w:firstLine="720"/>
      <w:rPr>
        <w:position w:val="1"/>
      </w:rPr>
    </w:pPr>
    <w:r>
      <w:rPr>
        <w:position w:val="1"/>
      </w:rPr>
      <w:t>Mémoire technique</w:t>
    </w:r>
    <w:r>
      <w:rPr>
        <w:position w:val="1"/>
      </w:rPr>
      <w:tab/>
    </w:r>
    <w:r>
      <w:rPr>
        <w:position w:val="1"/>
      </w:rPr>
      <w:tab/>
    </w:r>
    <w:r>
      <w:rPr>
        <w:position w:val="1"/>
      </w:rPr>
      <w:tab/>
    </w:r>
    <w:r>
      <w:rPr>
        <w:position w:val="1"/>
      </w:rPr>
      <w:tab/>
    </w:r>
    <w:r>
      <w:rPr>
        <w:position w:val="1"/>
      </w:rPr>
      <w:tab/>
      <w:t>2020-06-ELEC-CA</w:t>
    </w:r>
  </w:p>
  <w:p w14:paraId="01E048EB" w14:textId="77777777" w:rsidR="00D14EA3" w:rsidRDefault="00D14EA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E09C1" w14:textId="1BC21411" w:rsidR="00D14EA3" w:rsidRDefault="00534800" w:rsidP="00400D68">
    <w:pPr>
      <w:pStyle w:val="PieddePage2"/>
      <w:ind w:left="3600" w:firstLine="720"/>
      <w:rPr>
        <w:position w:val="1"/>
      </w:rPr>
    </w:pPr>
    <w:r>
      <w:rPr>
        <w:position w:val="1"/>
      </w:rPr>
      <w:ptab w:relativeTo="margin" w:alignment="left" w:leader="none"/>
    </w:r>
    <w:r w:rsidR="00D14EA3">
      <w:rPr>
        <w:position w:val="1"/>
      </w:rPr>
      <w:t>Mémoire technique</w:t>
    </w:r>
    <w:r w:rsidR="00D14EA3">
      <w:rPr>
        <w:position w:val="1"/>
      </w:rPr>
      <w:tab/>
    </w:r>
    <w:r w:rsidR="00D14EA3">
      <w:rPr>
        <w:position w:val="1"/>
      </w:rPr>
      <w:tab/>
    </w:r>
    <w:r w:rsidR="00D14EA3">
      <w:rPr>
        <w:position w:val="1"/>
      </w:rPr>
      <w:tab/>
    </w:r>
    <w:r w:rsidR="00D14EA3">
      <w:rPr>
        <w:position w:val="1"/>
      </w:rPr>
      <w:tab/>
    </w:r>
    <w:r w:rsidR="00921F4E">
      <w:rPr>
        <w:position w:val="1"/>
      </w:rPr>
      <w:t xml:space="preserve">            </w:t>
    </w:r>
    <w:r w:rsidR="00D14EA3">
      <w:rPr>
        <w:position w:val="1"/>
      </w:rPr>
      <w:t>202</w:t>
    </w:r>
    <w:r w:rsidR="000F46C6">
      <w:rPr>
        <w:position w:val="1"/>
      </w:rPr>
      <w:t>6</w:t>
    </w:r>
    <w:r w:rsidR="00D14EA3">
      <w:rPr>
        <w:position w:val="1"/>
      </w:rPr>
      <w:t>-0</w:t>
    </w:r>
    <w:r w:rsidR="000F46C6">
      <w:rPr>
        <w:position w:val="1"/>
      </w:rPr>
      <w:t>1</w:t>
    </w:r>
    <w:r w:rsidR="00D14EA3">
      <w:rPr>
        <w:position w:val="1"/>
      </w:rPr>
      <w:t>-E</w:t>
    </w:r>
    <w:r w:rsidR="00921F4E">
      <w:rPr>
        <w:position w:val="1"/>
      </w:rPr>
      <w:t>SPVERT</w:t>
    </w:r>
    <w:r w:rsidR="00D14EA3">
      <w:rPr>
        <w:position w:val="1"/>
      </w:rPr>
      <w:t>-</w:t>
    </w:r>
    <w:r w:rsidR="00921F4E">
      <w:rPr>
        <w:position w:val="1"/>
      </w:rPr>
      <w:t>RUN</w:t>
    </w:r>
  </w:p>
  <w:p w14:paraId="3B28FAB2" w14:textId="77777777" w:rsidR="008443A5" w:rsidRPr="008E067B" w:rsidRDefault="008443A5">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AE2D3" w14:textId="77777777" w:rsidR="00225ED2" w:rsidRDefault="00225ED2" w:rsidP="0079276E">
      <w:r>
        <w:separator/>
      </w:r>
    </w:p>
  </w:footnote>
  <w:footnote w:type="continuationSeparator" w:id="0">
    <w:p w14:paraId="74EE4322" w14:textId="77777777" w:rsidR="00225ED2" w:rsidRDefault="00225ED2"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882B3" w14:textId="77777777" w:rsidR="00992DBA" w:rsidRDefault="00B52FBB" w:rsidP="008C5E2F">
    <w:pPr>
      <w:pStyle w:val="En-tte"/>
      <w:tabs>
        <w:tab w:val="clear" w:pos="4513"/>
      </w:tabs>
      <w:jc w:val="right"/>
      <w:rPr>
        <w:b/>
        <w:bCs/>
        <w:sz w:val="24"/>
        <w:szCs w:val="24"/>
      </w:rPr>
    </w:pPr>
    <w:r>
      <w:rPr>
        <w:noProof/>
        <w:lang w:val="fr-FR" w:eastAsia="fr-FR"/>
      </w:rPr>
      <w:drawing>
        <wp:anchor distT="0" distB="0" distL="114300" distR="114300" simplePos="0" relativeHeight="251662336" behindDoc="0" locked="0" layoutInCell="1" allowOverlap="1" wp14:anchorId="39F5165E" wp14:editId="0A67DCD5">
          <wp:simplePos x="0" y="0"/>
          <wp:positionH relativeFrom="column">
            <wp:posOffset>-151765</wp:posOffset>
          </wp:positionH>
          <wp:positionV relativeFrom="paragraph">
            <wp:posOffset>1270</wp:posOffset>
          </wp:positionV>
          <wp:extent cx="1449705" cy="11760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Justice_CMJN.eps"/>
                  <pic:cNvPicPr/>
                </pic:nvPicPr>
                <pic:blipFill>
                  <a:blip r:embed="rId1">
                    <a:extLst>
                      <a:ext uri="{28A0092B-C50C-407E-A947-70E740481C1C}">
                        <a14:useLocalDpi xmlns:a14="http://schemas.microsoft.com/office/drawing/2010/main" val="0"/>
                      </a:ext>
                    </a:extLst>
                  </a:blip>
                  <a:stretch>
                    <a:fillRect/>
                  </a:stretch>
                </pic:blipFill>
                <pic:spPr>
                  <a:xfrm>
                    <a:off x="0" y="0"/>
                    <a:ext cx="1449705" cy="1176020"/>
                  </a:xfrm>
                  <a:prstGeom prst="rect">
                    <a:avLst/>
                  </a:prstGeom>
                </pic:spPr>
              </pic:pic>
            </a:graphicData>
          </a:graphic>
          <wp14:sizeRelH relativeFrom="page">
            <wp14:pctWidth>0</wp14:pctWidth>
          </wp14:sizeRelH>
          <wp14:sizeRelV relativeFrom="page">
            <wp14:pctHeight>0</wp14:pctHeight>
          </wp14:sizeRelV>
        </wp:anchor>
      </w:drawing>
    </w:r>
    <w:r w:rsidR="00992DBA">
      <w:rPr>
        <w:b/>
        <w:bCs/>
        <w:sz w:val="24"/>
        <w:szCs w:val="24"/>
      </w:rPr>
      <w:tab/>
    </w:r>
  </w:p>
  <w:p w14:paraId="29BAD0D7" w14:textId="77777777" w:rsidR="00992DBA" w:rsidRDefault="00992DBA" w:rsidP="00992DBA">
    <w:pPr>
      <w:pStyle w:val="En-tte"/>
      <w:tabs>
        <w:tab w:val="clear" w:pos="4513"/>
      </w:tabs>
      <w:jc w:val="right"/>
      <w:rPr>
        <w:b/>
        <w:bCs/>
        <w:sz w:val="24"/>
        <w:szCs w:val="24"/>
      </w:rPr>
    </w:pPr>
  </w:p>
  <w:p w14:paraId="7EEA8A57" w14:textId="77777777" w:rsidR="007F4D33" w:rsidRPr="003D4054" w:rsidRDefault="007F4D33" w:rsidP="007F4D33">
    <w:pPr>
      <w:pStyle w:val="Intituldirection"/>
      <w:rPr>
        <w:lang w:val="fr-FR"/>
      </w:rPr>
    </w:pPr>
    <w:r>
      <w:rPr>
        <w:lang w:val="fr-FR"/>
      </w:rPr>
      <w:t>Service administratif régional - SAR</w:t>
    </w:r>
  </w:p>
  <w:p w14:paraId="06CA1B54" w14:textId="77777777" w:rsidR="007F4D33" w:rsidRDefault="007F4D33" w:rsidP="00590D9F">
    <w:pPr>
      <w:pStyle w:val="Intituldirection"/>
      <w:rPr>
        <w:lang w:val="fr-FR"/>
      </w:rPr>
    </w:pPr>
    <w:r>
      <w:rPr>
        <w:lang w:val="fr-FR"/>
      </w:rPr>
      <w:t>Cour d’appel de Saint-Denis de</w:t>
    </w:r>
  </w:p>
  <w:p w14:paraId="12871267" w14:textId="77777777" w:rsidR="0079276E" w:rsidRPr="003D4054" w:rsidRDefault="007F4D33" w:rsidP="00590D9F">
    <w:pPr>
      <w:pStyle w:val="Intituldirection"/>
      <w:rPr>
        <w:lang w:val="fr-FR"/>
      </w:rPr>
    </w:pPr>
    <w:r>
      <w:rPr>
        <w:lang w:val="fr-FR"/>
      </w:rPr>
      <w:t>La Réunion</w:t>
    </w:r>
  </w:p>
  <w:p w14:paraId="62D9A553" w14:textId="77777777" w:rsidR="0079276E" w:rsidRPr="003D4054" w:rsidRDefault="0079276E">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821527"/>
      <w:docPartObj>
        <w:docPartGallery w:val="Page Numbers (Top of Page)"/>
        <w:docPartUnique/>
      </w:docPartObj>
    </w:sdtPr>
    <w:sdtEndPr/>
    <w:sdtContent>
      <w:p w14:paraId="5F583795" w14:textId="77777777" w:rsidR="0018246C" w:rsidRDefault="0018246C">
        <w:pPr>
          <w:pStyle w:val="En-tte"/>
          <w:jc w:val="right"/>
        </w:pPr>
        <w:r>
          <w:fldChar w:fldCharType="begin"/>
        </w:r>
        <w:r>
          <w:instrText>PAGE   \* MERGEFORMAT</w:instrText>
        </w:r>
        <w:r>
          <w:fldChar w:fldCharType="separate"/>
        </w:r>
        <w:r w:rsidR="0013158A" w:rsidRPr="0013158A">
          <w:rPr>
            <w:noProof/>
            <w:lang w:val="fr-FR"/>
          </w:rPr>
          <w:t>2</w:t>
        </w:r>
        <w:r>
          <w:fldChar w:fldCharType="end"/>
        </w:r>
      </w:p>
    </w:sdtContent>
  </w:sdt>
  <w:p w14:paraId="56592FB6" w14:textId="77777777"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 w15:restartNumberingAfterBreak="0">
    <w:nsid w:val="3E97641D"/>
    <w:multiLevelType w:val="hybridMultilevel"/>
    <w:tmpl w:val="7F321CBA"/>
    <w:lvl w:ilvl="0" w:tplc="739EF8AC">
      <w:start w:val="1"/>
      <w:numFmt w:val="bullet"/>
      <w:lvlText w:val="-"/>
      <w:lvlJc w:val="left"/>
      <w:pPr>
        <w:ind w:left="388" w:hanging="360"/>
      </w:pPr>
      <w:rPr>
        <w:rFonts w:ascii="Arial" w:eastAsia="Times New Roman" w:hAnsi="Arial" w:cs="Aria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start w:val="1"/>
      <w:numFmt w:val="bullet"/>
      <w:lvlText w:val="o"/>
      <w:lvlJc w:val="left"/>
      <w:pPr>
        <w:ind w:left="3268" w:hanging="360"/>
      </w:pPr>
      <w:rPr>
        <w:rFonts w:ascii="Courier New" w:hAnsi="Courier New" w:cs="Courier New" w:hint="default"/>
      </w:rPr>
    </w:lvl>
    <w:lvl w:ilvl="5" w:tplc="040C0005">
      <w:start w:val="1"/>
      <w:numFmt w:val="bullet"/>
      <w:lvlText w:val=""/>
      <w:lvlJc w:val="left"/>
      <w:pPr>
        <w:ind w:left="3988" w:hanging="360"/>
      </w:pPr>
      <w:rPr>
        <w:rFonts w:ascii="Wingdings" w:hAnsi="Wingdings" w:hint="default"/>
      </w:rPr>
    </w:lvl>
    <w:lvl w:ilvl="6" w:tplc="040C0001">
      <w:start w:val="1"/>
      <w:numFmt w:val="bullet"/>
      <w:lvlText w:val=""/>
      <w:lvlJc w:val="left"/>
      <w:pPr>
        <w:ind w:left="4708" w:hanging="360"/>
      </w:pPr>
      <w:rPr>
        <w:rFonts w:ascii="Symbol" w:hAnsi="Symbol" w:hint="default"/>
      </w:rPr>
    </w:lvl>
    <w:lvl w:ilvl="7" w:tplc="040C0003">
      <w:start w:val="1"/>
      <w:numFmt w:val="bullet"/>
      <w:lvlText w:val="o"/>
      <w:lvlJc w:val="left"/>
      <w:pPr>
        <w:ind w:left="5428" w:hanging="360"/>
      </w:pPr>
      <w:rPr>
        <w:rFonts w:ascii="Courier New" w:hAnsi="Courier New" w:cs="Courier New" w:hint="default"/>
      </w:rPr>
    </w:lvl>
    <w:lvl w:ilvl="8" w:tplc="040C0005">
      <w:start w:val="1"/>
      <w:numFmt w:val="bullet"/>
      <w:lvlText w:val=""/>
      <w:lvlJc w:val="left"/>
      <w:pPr>
        <w:ind w:left="6148" w:hanging="360"/>
      </w:pPr>
      <w:rPr>
        <w:rFonts w:ascii="Wingdings" w:hAnsi="Wingding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963EFD"/>
    <w:multiLevelType w:val="hybridMultilevel"/>
    <w:tmpl w:val="6A9EA422"/>
    <w:lvl w:ilvl="0" w:tplc="20E0734E">
      <w:start w:val="1"/>
      <w:numFmt w:val="bullet"/>
      <w:lvlText w:val="•"/>
      <w:lvlJc w:val="left"/>
      <w:pPr>
        <w:tabs>
          <w:tab w:val="num" w:pos="720"/>
        </w:tabs>
        <w:ind w:left="720" w:hanging="360"/>
      </w:pPr>
      <w:rPr>
        <w:rFonts w:ascii="Times New Roman" w:hAnsi="Times New Roman" w:hint="default"/>
      </w:rPr>
    </w:lvl>
    <w:lvl w:ilvl="1" w:tplc="D542F2C2" w:tentative="1">
      <w:start w:val="1"/>
      <w:numFmt w:val="bullet"/>
      <w:lvlText w:val="•"/>
      <w:lvlJc w:val="left"/>
      <w:pPr>
        <w:tabs>
          <w:tab w:val="num" w:pos="1440"/>
        </w:tabs>
        <w:ind w:left="1440" w:hanging="360"/>
      </w:pPr>
      <w:rPr>
        <w:rFonts w:ascii="Times New Roman" w:hAnsi="Times New Roman" w:hint="default"/>
      </w:rPr>
    </w:lvl>
    <w:lvl w:ilvl="2" w:tplc="8A9AAE0E" w:tentative="1">
      <w:start w:val="1"/>
      <w:numFmt w:val="bullet"/>
      <w:lvlText w:val="•"/>
      <w:lvlJc w:val="left"/>
      <w:pPr>
        <w:tabs>
          <w:tab w:val="num" w:pos="2160"/>
        </w:tabs>
        <w:ind w:left="2160" w:hanging="360"/>
      </w:pPr>
      <w:rPr>
        <w:rFonts w:ascii="Times New Roman" w:hAnsi="Times New Roman" w:hint="default"/>
      </w:rPr>
    </w:lvl>
    <w:lvl w:ilvl="3" w:tplc="BBF064EA" w:tentative="1">
      <w:start w:val="1"/>
      <w:numFmt w:val="bullet"/>
      <w:lvlText w:val="•"/>
      <w:lvlJc w:val="left"/>
      <w:pPr>
        <w:tabs>
          <w:tab w:val="num" w:pos="2880"/>
        </w:tabs>
        <w:ind w:left="2880" w:hanging="360"/>
      </w:pPr>
      <w:rPr>
        <w:rFonts w:ascii="Times New Roman" w:hAnsi="Times New Roman" w:hint="default"/>
      </w:rPr>
    </w:lvl>
    <w:lvl w:ilvl="4" w:tplc="010EE330" w:tentative="1">
      <w:start w:val="1"/>
      <w:numFmt w:val="bullet"/>
      <w:lvlText w:val="•"/>
      <w:lvlJc w:val="left"/>
      <w:pPr>
        <w:tabs>
          <w:tab w:val="num" w:pos="3600"/>
        </w:tabs>
        <w:ind w:left="3600" w:hanging="360"/>
      </w:pPr>
      <w:rPr>
        <w:rFonts w:ascii="Times New Roman" w:hAnsi="Times New Roman" w:hint="default"/>
      </w:rPr>
    </w:lvl>
    <w:lvl w:ilvl="5" w:tplc="63D8BA22" w:tentative="1">
      <w:start w:val="1"/>
      <w:numFmt w:val="bullet"/>
      <w:lvlText w:val="•"/>
      <w:lvlJc w:val="left"/>
      <w:pPr>
        <w:tabs>
          <w:tab w:val="num" w:pos="4320"/>
        </w:tabs>
        <w:ind w:left="4320" w:hanging="360"/>
      </w:pPr>
      <w:rPr>
        <w:rFonts w:ascii="Times New Roman" w:hAnsi="Times New Roman" w:hint="default"/>
      </w:rPr>
    </w:lvl>
    <w:lvl w:ilvl="6" w:tplc="59765D26" w:tentative="1">
      <w:start w:val="1"/>
      <w:numFmt w:val="bullet"/>
      <w:lvlText w:val="•"/>
      <w:lvlJc w:val="left"/>
      <w:pPr>
        <w:tabs>
          <w:tab w:val="num" w:pos="5040"/>
        </w:tabs>
        <w:ind w:left="5040" w:hanging="360"/>
      </w:pPr>
      <w:rPr>
        <w:rFonts w:ascii="Times New Roman" w:hAnsi="Times New Roman" w:hint="default"/>
      </w:rPr>
    </w:lvl>
    <w:lvl w:ilvl="7" w:tplc="FDFEC6A2" w:tentative="1">
      <w:start w:val="1"/>
      <w:numFmt w:val="bullet"/>
      <w:lvlText w:val="•"/>
      <w:lvlJc w:val="left"/>
      <w:pPr>
        <w:tabs>
          <w:tab w:val="num" w:pos="5760"/>
        </w:tabs>
        <w:ind w:left="5760" w:hanging="360"/>
      </w:pPr>
      <w:rPr>
        <w:rFonts w:ascii="Times New Roman" w:hAnsi="Times New Roman" w:hint="default"/>
      </w:rPr>
    </w:lvl>
    <w:lvl w:ilvl="8" w:tplc="EC8C6F9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6805436">
    <w:abstractNumId w:val="1"/>
  </w:num>
  <w:num w:numId="2" w16cid:durableId="875511275">
    <w:abstractNumId w:val="3"/>
  </w:num>
  <w:num w:numId="3" w16cid:durableId="22633705">
    <w:abstractNumId w:val="5"/>
  </w:num>
  <w:num w:numId="4" w16cid:durableId="1971395185">
    <w:abstractNumId w:val="0"/>
  </w:num>
  <w:num w:numId="5" w16cid:durableId="224030561">
    <w:abstractNumId w:val="4"/>
  </w:num>
  <w:num w:numId="6" w16cid:durableId="503054684">
    <w:abstractNumId w:val="2"/>
  </w:num>
  <w:num w:numId="7" w16cid:durableId="1239560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hyphenationZone w:val="425"/>
  <w:drawingGridHorizontalSpacing w:val="110"/>
  <w:displayHorizontalDrawingGridEvery w:val="2"/>
  <w:characterSpacingControl w:val="doNotCompress"/>
  <w:hdrShapeDefaults>
    <o:shapedefaults v:ext="edit" spidmax="563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D33"/>
    <w:rsid w:val="00005D60"/>
    <w:rsid w:val="000301D7"/>
    <w:rsid w:val="00041EC8"/>
    <w:rsid w:val="000456DD"/>
    <w:rsid w:val="00061D79"/>
    <w:rsid w:val="0007210D"/>
    <w:rsid w:val="00077A96"/>
    <w:rsid w:val="000924D0"/>
    <w:rsid w:val="0009544A"/>
    <w:rsid w:val="000A1F64"/>
    <w:rsid w:val="000E3680"/>
    <w:rsid w:val="000F46C6"/>
    <w:rsid w:val="0013158A"/>
    <w:rsid w:val="001748BA"/>
    <w:rsid w:val="0018246C"/>
    <w:rsid w:val="00184D74"/>
    <w:rsid w:val="001B68D8"/>
    <w:rsid w:val="001C69DD"/>
    <w:rsid w:val="00211923"/>
    <w:rsid w:val="00225ED2"/>
    <w:rsid w:val="00243ED5"/>
    <w:rsid w:val="00247974"/>
    <w:rsid w:val="00253318"/>
    <w:rsid w:val="00270816"/>
    <w:rsid w:val="00290741"/>
    <w:rsid w:val="002973A4"/>
    <w:rsid w:val="002A6968"/>
    <w:rsid w:val="002C2162"/>
    <w:rsid w:val="002C3085"/>
    <w:rsid w:val="002D423D"/>
    <w:rsid w:val="003760FE"/>
    <w:rsid w:val="0039117D"/>
    <w:rsid w:val="003D4054"/>
    <w:rsid w:val="00400D68"/>
    <w:rsid w:val="00431A4F"/>
    <w:rsid w:val="0044182E"/>
    <w:rsid w:val="00444C8E"/>
    <w:rsid w:val="00450F89"/>
    <w:rsid w:val="00465630"/>
    <w:rsid w:val="0048268A"/>
    <w:rsid w:val="004849D6"/>
    <w:rsid w:val="004D1C25"/>
    <w:rsid w:val="004F447B"/>
    <w:rsid w:val="004F5B3C"/>
    <w:rsid w:val="00507E8C"/>
    <w:rsid w:val="00523043"/>
    <w:rsid w:val="005234B4"/>
    <w:rsid w:val="00534370"/>
    <w:rsid w:val="00534800"/>
    <w:rsid w:val="00535A05"/>
    <w:rsid w:val="00546591"/>
    <w:rsid w:val="00560580"/>
    <w:rsid w:val="00590D9F"/>
    <w:rsid w:val="00596DD1"/>
    <w:rsid w:val="005978F8"/>
    <w:rsid w:val="005C00FB"/>
    <w:rsid w:val="005C5B38"/>
    <w:rsid w:val="005D0A3B"/>
    <w:rsid w:val="005D3E79"/>
    <w:rsid w:val="005F2E98"/>
    <w:rsid w:val="00613457"/>
    <w:rsid w:val="00636951"/>
    <w:rsid w:val="006542B1"/>
    <w:rsid w:val="00670C89"/>
    <w:rsid w:val="006E1E1C"/>
    <w:rsid w:val="007059B4"/>
    <w:rsid w:val="0074724D"/>
    <w:rsid w:val="00774D33"/>
    <w:rsid w:val="00776F31"/>
    <w:rsid w:val="0078108E"/>
    <w:rsid w:val="0079276E"/>
    <w:rsid w:val="007B2CAA"/>
    <w:rsid w:val="007C1E02"/>
    <w:rsid w:val="007E39E5"/>
    <w:rsid w:val="007F4D33"/>
    <w:rsid w:val="00807CCD"/>
    <w:rsid w:val="008202D7"/>
    <w:rsid w:val="00821E97"/>
    <w:rsid w:val="008443A5"/>
    <w:rsid w:val="00845D98"/>
    <w:rsid w:val="00851458"/>
    <w:rsid w:val="0085250F"/>
    <w:rsid w:val="00865666"/>
    <w:rsid w:val="00885CC0"/>
    <w:rsid w:val="008A14E7"/>
    <w:rsid w:val="008A61B2"/>
    <w:rsid w:val="008C5E2F"/>
    <w:rsid w:val="008C7010"/>
    <w:rsid w:val="008D2425"/>
    <w:rsid w:val="008E067B"/>
    <w:rsid w:val="008E6B00"/>
    <w:rsid w:val="008F16B1"/>
    <w:rsid w:val="00921F4E"/>
    <w:rsid w:val="0092248C"/>
    <w:rsid w:val="0098316E"/>
    <w:rsid w:val="00992DBA"/>
    <w:rsid w:val="00996F94"/>
    <w:rsid w:val="009A7788"/>
    <w:rsid w:val="009F5644"/>
    <w:rsid w:val="009F6BBF"/>
    <w:rsid w:val="00A308AB"/>
    <w:rsid w:val="00A30EA6"/>
    <w:rsid w:val="00A61EEB"/>
    <w:rsid w:val="00A6776C"/>
    <w:rsid w:val="00A72F59"/>
    <w:rsid w:val="00A8461C"/>
    <w:rsid w:val="00A931F5"/>
    <w:rsid w:val="00A94300"/>
    <w:rsid w:val="00AA5F6F"/>
    <w:rsid w:val="00AC42A5"/>
    <w:rsid w:val="00B017CF"/>
    <w:rsid w:val="00B43327"/>
    <w:rsid w:val="00B52FBB"/>
    <w:rsid w:val="00B55A05"/>
    <w:rsid w:val="00B611CC"/>
    <w:rsid w:val="00B623FE"/>
    <w:rsid w:val="00B81BC8"/>
    <w:rsid w:val="00B82A19"/>
    <w:rsid w:val="00B97F59"/>
    <w:rsid w:val="00BB6E40"/>
    <w:rsid w:val="00BC7BEC"/>
    <w:rsid w:val="00BD5207"/>
    <w:rsid w:val="00BD5B09"/>
    <w:rsid w:val="00C31F74"/>
    <w:rsid w:val="00C443AC"/>
    <w:rsid w:val="00C67312"/>
    <w:rsid w:val="00C77D60"/>
    <w:rsid w:val="00C80E16"/>
    <w:rsid w:val="00C8537B"/>
    <w:rsid w:val="00CA0523"/>
    <w:rsid w:val="00CA58AC"/>
    <w:rsid w:val="00CD5E65"/>
    <w:rsid w:val="00D10C52"/>
    <w:rsid w:val="00D13006"/>
    <w:rsid w:val="00D14EA3"/>
    <w:rsid w:val="00D262EC"/>
    <w:rsid w:val="00D61409"/>
    <w:rsid w:val="00D63BA0"/>
    <w:rsid w:val="00D75B77"/>
    <w:rsid w:val="00D92A26"/>
    <w:rsid w:val="00E13FDD"/>
    <w:rsid w:val="00E30C47"/>
    <w:rsid w:val="00E31C27"/>
    <w:rsid w:val="00E52A22"/>
    <w:rsid w:val="00E56942"/>
    <w:rsid w:val="00E75FC7"/>
    <w:rsid w:val="00E86765"/>
    <w:rsid w:val="00E95F90"/>
    <w:rsid w:val="00EB10B7"/>
    <w:rsid w:val="00EC49E5"/>
    <w:rsid w:val="00EF0AEE"/>
    <w:rsid w:val="00EF7D46"/>
    <w:rsid w:val="00F04A7E"/>
    <w:rsid w:val="00F35323"/>
    <w:rsid w:val="00F476D8"/>
    <w:rsid w:val="00F54FC5"/>
    <w:rsid w:val="00F67096"/>
    <w:rsid w:val="00F67DE3"/>
    <w:rsid w:val="00FD5CC3"/>
    <w:rsid w:val="00FE2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3667753F"/>
  <w15:docId w15:val="{C263A04A-3F7E-494D-AB64-180B3499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CC3"/>
  </w:style>
  <w:style w:type="paragraph" w:styleId="Titre1">
    <w:name w:val="heading 1"/>
    <w:basedOn w:val="Normal"/>
    <w:next w:val="Corpsdetexte"/>
    <w:link w:val="Titre1Car"/>
    <w:uiPriority w:val="9"/>
    <w:qFormat/>
    <w:rsid w:val="00E56942"/>
    <w:pPr>
      <w:jc w:val="center"/>
      <w:outlineLvl w:val="0"/>
    </w:pPr>
    <w:rPr>
      <w:b/>
      <w:bCs/>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E56942"/>
    <w:rPr>
      <w:sz w:val="20"/>
      <w:szCs w:val="20"/>
      <w:lang w:val="fr-FR"/>
    </w:rPr>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E56942"/>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lang w:val="fr-FR"/>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lang w:val="fr-FR"/>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lang w:val="fr-FR"/>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character" w:customStyle="1" w:styleId="Mentionnonrsolue1">
    <w:name w:val="Mention non résolue1"/>
    <w:basedOn w:val="Policepardfaut"/>
    <w:uiPriority w:val="99"/>
    <w:semiHidden/>
    <w:unhideWhenUsed/>
    <w:rsid w:val="008E067B"/>
    <w:rPr>
      <w:color w:val="605E5C"/>
      <w:shd w:val="clear" w:color="auto" w:fill="E1DFDD"/>
    </w:rPr>
  </w:style>
  <w:style w:type="table" w:styleId="Grilledutableau">
    <w:name w:val="Table Grid"/>
    <w:basedOn w:val="TableauNormal"/>
    <w:uiPriority w:val="39"/>
    <w:rsid w:val="00613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rier1">
    <w:name w:val="Calendrier 1"/>
    <w:basedOn w:val="TableauNormal"/>
    <w:uiPriority w:val="99"/>
    <w:qFormat/>
    <w:rsid w:val="00CA58AC"/>
    <w:pPr>
      <w:widowControl/>
      <w:autoSpaceDE/>
      <w:autoSpaceDN/>
    </w:pPr>
    <w:rPr>
      <w:rFonts w:asciiTheme="minorHAnsi" w:eastAsiaTheme="minorEastAsia" w:hAnsiTheme="minorHAnsi" w:cstheme="minorBidi"/>
      <w:lang w:val="fr-FR"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extedebulles">
    <w:name w:val="Balloon Text"/>
    <w:basedOn w:val="Normal"/>
    <w:link w:val="TextedebullesCar"/>
    <w:uiPriority w:val="99"/>
    <w:semiHidden/>
    <w:unhideWhenUsed/>
    <w:rsid w:val="00184D7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4D74"/>
    <w:rPr>
      <w:rFonts w:ascii="Segoe UI" w:hAnsi="Segoe UI" w:cs="Segoe UI"/>
      <w:sz w:val="18"/>
      <w:szCs w:val="18"/>
    </w:rPr>
  </w:style>
  <w:style w:type="paragraph" w:customStyle="1" w:styleId="western">
    <w:name w:val="western"/>
    <w:basedOn w:val="Normal"/>
    <w:rsid w:val="007C1E02"/>
    <w:pPr>
      <w:widowControl/>
      <w:autoSpaceDE/>
      <w:autoSpaceDN/>
      <w:spacing w:before="100" w:beforeAutospacing="1" w:after="119"/>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57714">
      <w:bodyDiv w:val="1"/>
      <w:marLeft w:val="0"/>
      <w:marRight w:val="0"/>
      <w:marTop w:val="0"/>
      <w:marBottom w:val="0"/>
      <w:divBdr>
        <w:top w:val="none" w:sz="0" w:space="0" w:color="auto"/>
        <w:left w:val="none" w:sz="0" w:space="0" w:color="auto"/>
        <w:bottom w:val="none" w:sz="0" w:space="0" w:color="auto"/>
        <w:right w:val="none" w:sz="0" w:space="0" w:color="auto"/>
      </w:divBdr>
    </w:div>
    <w:div w:id="218632797">
      <w:bodyDiv w:val="1"/>
      <w:marLeft w:val="0"/>
      <w:marRight w:val="0"/>
      <w:marTop w:val="0"/>
      <w:marBottom w:val="0"/>
      <w:divBdr>
        <w:top w:val="none" w:sz="0" w:space="0" w:color="auto"/>
        <w:left w:val="none" w:sz="0" w:space="0" w:color="auto"/>
        <w:bottom w:val="none" w:sz="0" w:space="0" w:color="auto"/>
        <w:right w:val="none" w:sz="0" w:space="0" w:color="auto"/>
      </w:divBdr>
    </w:div>
    <w:div w:id="306207116">
      <w:bodyDiv w:val="1"/>
      <w:marLeft w:val="0"/>
      <w:marRight w:val="0"/>
      <w:marTop w:val="0"/>
      <w:marBottom w:val="0"/>
      <w:divBdr>
        <w:top w:val="none" w:sz="0" w:space="0" w:color="auto"/>
        <w:left w:val="none" w:sz="0" w:space="0" w:color="auto"/>
        <w:bottom w:val="none" w:sz="0" w:space="0" w:color="auto"/>
        <w:right w:val="none" w:sz="0" w:space="0" w:color="auto"/>
      </w:divBdr>
    </w:div>
    <w:div w:id="454295624">
      <w:bodyDiv w:val="1"/>
      <w:marLeft w:val="0"/>
      <w:marRight w:val="0"/>
      <w:marTop w:val="0"/>
      <w:marBottom w:val="0"/>
      <w:divBdr>
        <w:top w:val="none" w:sz="0" w:space="0" w:color="auto"/>
        <w:left w:val="none" w:sz="0" w:space="0" w:color="auto"/>
        <w:bottom w:val="none" w:sz="0" w:space="0" w:color="auto"/>
        <w:right w:val="none" w:sz="0" w:space="0" w:color="auto"/>
      </w:divBdr>
    </w:div>
    <w:div w:id="569854742">
      <w:bodyDiv w:val="1"/>
      <w:marLeft w:val="0"/>
      <w:marRight w:val="0"/>
      <w:marTop w:val="0"/>
      <w:marBottom w:val="0"/>
      <w:divBdr>
        <w:top w:val="none" w:sz="0" w:space="0" w:color="auto"/>
        <w:left w:val="none" w:sz="0" w:space="0" w:color="auto"/>
        <w:bottom w:val="none" w:sz="0" w:space="0" w:color="auto"/>
        <w:right w:val="none" w:sz="0" w:space="0" w:color="auto"/>
      </w:divBdr>
    </w:div>
    <w:div w:id="842553028">
      <w:bodyDiv w:val="1"/>
      <w:marLeft w:val="0"/>
      <w:marRight w:val="0"/>
      <w:marTop w:val="0"/>
      <w:marBottom w:val="0"/>
      <w:divBdr>
        <w:top w:val="none" w:sz="0" w:space="0" w:color="auto"/>
        <w:left w:val="none" w:sz="0" w:space="0" w:color="auto"/>
        <w:bottom w:val="none" w:sz="0" w:space="0" w:color="auto"/>
        <w:right w:val="none" w:sz="0" w:space="0" w:color="auto"/>
      </w:divBdr>
    </w:div>
    <w:div w:id="934946355">
      <w:bodyDiv w:val="1"/>
      <w:marLeft w:val="0"/>
      <w:marRight w:val="0"/>
      <w:marTop w:val="0"/>
      <w:marBottom w:val="0"/>
      <w:divBdr>
        <w:top w:val="none" w:sz="0" w:space="0" w:color="auto"/>
        <w:left w:val="none" w:sz="0" w:space="0" w:color="auto"/>
        <w:bottom w:val="none" w:sz="0" w:space="0" w:color="auto"/>
        <w:right w:val="none" w:sz="0" w:space="0" w:color="auto"/>
      </w:divBdr>
    </w:div>
    <w:div w:id="959796361">
      <w:bodyDiv w:val="1"/>
      <w:marLeft w:val="0"/>
      <w:marRight w:val="0"/>
      <w:marTop w:val="0"/>
      <w:marBottom w:val="0"/>
      <w:divBdr>
        <w:top w:val="none" w:sz="0" w:space="0" w:color="auto"/>
        <w:left w:val="none" w:sz="0" w:space="0" w:color="auto"/>
        <w:bottom w:val="none" w:sz="0" w:space="0" w:color="auto"/>
        <w:right w:val="none" w:sz="0" w:space="0" w:color="auto"/>
      </w:divBdr>
    </w:div>
    <w:div w:id="1016998185">
      <w:bodyDiv w:val="1"/>
      <w:marLeft w:val="0"/>
      <w:marRight w:val="0"/>
      <w:marTop w:val="0"/>
      <w:marBottom w:val="0"/>
      <w:divBdr>
        <w:top w:val="none" w:sz="0" w:space="0" w:color="auto"/>
        <w:left w:val="none" w:sz="0" w:space="0" w:color="auto"/>
        <w:bottom w:val="none" w:sz="0" w:space="0" w:color="auto"/>
        <w:right w:val="none" w:sz="0" w:space="0" w:color="auto"/>
      </w:divBdr>
    </w:div>
    <w:div w:id="1064765475">
      <w:bodyDiv w:val="1"/>
      <w:marLeft w:val="0"/>
      <w:marRight w:val="0"/>
      <w:marTop w:val="0"/>
      <w:marBottom w:val="0"/>
      <w:divBdr>
        <w:top w:val="none" w:sz="0" w:space="0" w:color="auto"/>
        <w:left w:val="none" w:sz="0" w:space="0" w:color="auto"/>
        <w:bottom w:val="none" w:sz="0" w:space="0" w:color="auto"/>
        <w:right w:val="none" w:sz="0" w:space="0" w:color="auto"/>
      </w:divBdr>
    </w:div>
    <w:div w:id="1090925384">
      <w:bodyDiv w:val="1"/>
      <w:marLeft w:val="0"/>
      <w:marRight w:val="0"/>
      <w:marTop w:val="0"/>
      <w:marBottom w:val="0"/>
      <w:divBdr>
        <w:top w:val="none" w:sz="0" w:space="0" w:color="auto"/>
        <w:left w:val="none" w:sz="0" w:space="0" w:color="auto"/>
        <w:bottom w:val="none" w:sz="0" w:space="0" w:color="auto"/>
        <w:right w:val="none" w:sz="0" w:space="0" w:color="auto"/>
      </w:divBdr>
    </w:div>
    <w:div w:id="1095856300">
      <w:bodyDiv w:val="1"/>
      <w:marLeft w:val="0"/>
      <w:marRight w:val="0"/>
      <w:marTop w:val="0"/>
      <w:marBottom w:val="0"/>
      <w:divBdr>
        <w:top w:val="none" w:sz="0" w:space="0" w:color="auto"/>
        <w:left w:val="none" w:sz="0" w:space="0" w:color="auto"/>
        <w:bottom w:val="none" w:sz="0" w:space="0" w:color="auto"/>
        <w:right w:val="none" w:sz="0" w:space="0" w:color="auto"/>
      </w:divBdr>
    </w:div>
    <w:div w:id="1182938599">
      <w:bodyDiv w:val="1"/>
      <w:marLeft w:val="0"/>
      <w:marRight w:val="0"/>
      <w:marTop w:val="0"/>
      <w:marBottom w:val="0"/>
      <w:divBdr>
        <w:top w:val="none" w:sz="0" w:space="0" w:color="auto"/>
        <w:left w:val="none" w:sz="0" w:space="0" w:color="auto"/>
        <w:bottom w:val="none" w:sz="0" w:space="0" w:color="auto"/>
        <w:right w:val="none" w:sz="0" w:space="0" w:color="auto"/>
      </w:divBdr>
      <w:divsChild>
        <w:div w:id="1676613952">
          <w:marLeft w:val="547"/>
          <w:marRight w:val="0"/>
          <w:marTop w:val="0"/>
          <w:marBottom w:val="0"/>
          <w:divBdr>
            <w:top w:val="none" w:sz="0" w:space="0" w:color="auto"/>
            <w:left w:val="none" w:sz="0" w:space="0" w:color="auto"/>
            <w:bottom w:val="none" w:sz="0" w:space="0" w:color="auto"/>
            <w:right w:val="none" w:sz="0" w:space="0" w:color="auto"/>
          </w:divBdr>
        </w:div>
      </w:divsChild>
    </w:div>
    <w:div w:id="1187017855">
      <w:bodyDiv w:val="1"/>
      <w:marLeft w:val="0"/>
      <w:marRight w:val="0"/>
      <w:marTop w:val="0"/>
      <w:marBottom w:val="0"/>
      <w:divBdr>
        <w:top w:val="none" w:sz="0" w:space="0" w:color="auto"/>
        <w:left w:val="none" w:sz="0" w:space="0" w:color="auto"/>
        <w:bottom w:val="none" w:sz="0" w:space="0" w:color="auto"/>
        <w:right w:val="none" w:sz="0" w:space="0" w:color="auto"/>
      </w:divBdr>
    </w:div>
    <w:div w:id="1201750193">
      <w:bodyDiv w:val="1"/>
      <w:marLeft w:val="0"/>
      <w:marRight w:val="0"/>
      <w:marTop w:val="0"/>
      <w:marBottom w:val="0"/>
      <w:divBdr>
        <w:top w:val="none" w:sz="0" w:space="0" w:color="auto"/>
        <w:left w:val="none" w:sz="0" w:space="0" w:color="auto"/>
        <w:bottom w:val="none" w:sz="0" w:space="0" w:color="auto"/>
        <w:right w:val="none" w:sz="0" w:space="0" w:color="auto"/>
      </w:divBdr>
    </w:div>
    <w:div w:id="1322075828">
      <w:bodyDiv w:val="1"/>
      <w:marLeft w:val="0"/>
      <w:marRight w:val="0"/>
      <w:marTop w:val="0"/>
      <w:marBottom w:val="0"/>
      <w:divBdr>
        <w:top w:val="none" w:sz="0" w:space="0" w:color="auto"/>
        <w:left w:val="none" w:sz="0" w:space="0" w:color="auto"/>
        <w:bottom w:val="none" w:sz="0" w:space="0" w:color="auto"/>
        <w:right w:val="none" w:sz="0" w:space="0" w:color="auto"/>
      </w:divBdr>
    </w:div>
    <w:div w:id="1393964308">
      <w:bodyDiv w:val="1"/>
      <w:marLeft w:val="0"/>
      <w:marRight w:val="0"/>
      <w:marTop w:val="0"/>
      <w:marBottom w:val="0"/>
      <w:divBdr>
        <w:top w:val="none" w:sz="0" w:space="0" w:color="auto"/>
        <w:left w:val="none" w:sz="0" w:space="0" w:color="auto"/>
        <w:bottom w:val="none" w:sz="0" w:space="0" w:color="auto"/>
        <w:right w:val="none" w:sz="0" w:space="0" w:color="auto"/>
      </w:divBdr>
    </w:div>
    <w:div w:id="1413430816">
      <w:bodyDiv w:val="1"/>
      <w:marLeft w:val="0"/>
      <w:marRight w:val="0"/>
      <w:marTop w:val="0"/>
      <w:marBottom w:val="0"/>
      <w:divBdr>
        <w:top w:val="none" w:sz="0" w:space="0" w:color="auto"/>
        <w:left w:val="none" w:sz="0" w:space="0" w:color="auto"/>
        <w:bottom w:val="none" w:sz="0" w:space="0" w:color="auto"/>
        <w:right w:val="none" w:sz="0" w:space="0" w:color="auto"/>
      </w:divBdr>
    </w:div>
    <w:div w:id="1427075027">
      <w:bodyDiv w:val="1"/>
      <w:marLeft w:val="0"/>
      <w:marRight w:val="0"/>
      <w:marTop w:val="0"/>
      <w:marBottom w:val="0"/>
      <w:divBdr>
        <w:top w:val="none" w:sz="0" w:space="0" w:color="auto"/>
        <w:left w:val="none" w:sz="0" w:space="0" w:color="auto"/>
        <w:bottom w:val="none" w:sz="0" w:space="0" w:color="auto"/>
        <w:right w:val="none" w:sz="0" w:space="0" w:color="auto"/>
      </w:divBdr>
    </w:div>
    <w:div w:id="1433667379">
      <w:bodyDiv w:val="1"/>
      <w:marLeft w:val="0"/>
      <w:marRight w:val="0"/>
      <w:marTop w:val="0"/>
      <w:marBottom w:val="0"/>
      <w:divBdr>
        <w:top w:val="none" w:sz="0" w:space="0" w:color="auto"/>
        <w:left w:val="none" w:sz="0" w:space="0" w:color="auto"/>
        <w:bottom w:val="none" w:sz="0" w:space="0" w:color="auto"/>
        <w:right w:val="none" w:sz="0" w:space="0" w:color="auto"/>
      </w:divBdr>
    </w:div>
    <w:div w:id="1465123135">
      <w:bodyDiv w:val="1"/>
      <w:marLeft w:val="0"/>
      <w:marRight w:val="0"/>
      <w:marTop w:val="0"/>
      <w:marBottom w:val="0"/>
      <w:divBdr>
        <w:top w:val="none" w:sz="0" w:space="0" w:color="auto"/>
        <w:left w:val="none" w:sz="0" w:space="0" w:color="auto"/>
        <w:bottom w:val="none" w:sz="0" w:space="0" w:color="auto"/>
        <w:right w:val="none" w:sz="0" w:space="0" w:color="auto"/>
      </w:divBdr>
    </w:div>
    <w:div w:id="1505128305">
      <w:bodyDiv w:val="1"/>
      <w:marLeft w:val="0"/>
      <w:marRight w:val="0"/>
      <w:marTop w:val="0"/>
      <w:marBottom w:val="0"/>
      <w:divBdr>
        <w:top w:val="none" w:sz="0" w:space="0" w:color="auto"/>
        <w:left w:val="none" w:sz="0" w:space="0" w:color="auto"/>
        <w:bottom w:val="none" w:sz="0" w:space="0" w:color="auto"/>
        <w:right w:val="none" w:sz="0" w:space="0" w:color="auto"/>
      </w:divBdr>
    </w:div>
    <w:div w:id="1534883337">
      <w:bodyDiv w:val="1"/>
      <w:marLeft w:val="0"/>
      <w:marRight w:val="0"/>
      <w:marTop w:val="0"/>
      <w:marBottom w:val="0"/>
      <w:divBdr>
        <w:top w:val="none" w:sz="0" w:space="0" w:color="auto"/>
        <w:left w:val="none" w:sz="0" w:space="0" w:color="auto"/>
        <w:bottom w:val="none" w:sz="0" w:space="0" w:color="auto"/>
        <w:right w:val="none" w:sz="0" w:space="0" w:color="auto"/>
      </w:divBdr>
    </w:div>
    <w:div w:id="1584409919">
      <w:bodyDiv w:val="1"/>
      <w:marLeft w:val="0"/>
      <w:marRight w:val="0"/>
      <w:marTop w:val="0"/>
      <w:marBottom w:val="0"/>
      <w:divBdr>
        <w:top w:val="none" w:sz="0" w:space="0" w:color="auto"/>
        <w:left w:val="none" w:sz="0" w:space="0" w:color="auto"/>
        <w:bottom w:val="none" w:sz="0" w:space="0" w:color="auto"/>
        <w:right w:val="none" w:sz="0" w:space="0" w:color="auto"/>
      </w:divBdr>
    </w:div>
    <w:div w:id="1594779799">
      <w:bodyDiv w:val="1"/>
      <w:marLeft w:val="0"/>
      <w:marRight w:val="0"/>
      <w:marTop w:val="0"/>
      <w:marBottom w:val="0"/>
      <w:divBdr>
        <w:top w:val="none" w:sz="0" w:space="0" w:color="auto"/>
        <w:left w:val="none" w:sz="0" w:space="0" w:color="auto"/>
        <w:bottom w:val="none" w:sz="0" w:space="0" w:color="auto"/>
        <w:right w:val="none" w:sz="0" w:space="0" w:color="auto"/>
      </w:divBdr>
    </w:div>
    <w:div w:id="1653943614">
      <w:bodyDiv w:val="1"/>
      <w:marLeft w:val="0"/>
      <w:marRight w:val="0"/>
      <w:marTop w:val="0"/>
      <w:marBottom w:val="0"/>
      <w:divBdr>
        <w:top w:val="none" w:sz="0" w:space="0" w:color="auto"/>
        <w:left w:val="none" w:sz="0" w:space="0" w:color="auto"/>
        <w:bottom w:val="none" w:sz="0" w:space="0" w:color="auto"/>
        <w:right w:val="none" w:sz="0" w:space="0" w:color="auto"/>
      </w:divBdr>
    </w:div>
    <w:div w:id="1705324275">
      <w:bodyDiv w:val="1"/>
      <w:marLeft w:val="0"/>
      <w:marRight w:val="0"/>
      <w:marTop w:val="0"/>
      <w:marBottom w:val="0"/>
      <w:divBdr>
        <w:top w:val="none" w:sz="0" w:space="0" w:color="auto"/>
        <w:left w:val="none" w:sz="0" w:space="0" w:color="auto"/>
        <w:bottom w:val="none" w:sz="0" w:space="0" w:color="auto"/>
        <w:right w:val="none" w:sz="0" w:space="0" w:color="auto"/>
      </w:divBdr>
    </w:div>
    <w:div w:id="2029484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RIAM~1.HER\AppData\Local\Temp\7zOAA97.tmp\Masque-Word.dotx" TargetMode="Externa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FE740A-7479-4475-8C9D-28658EAA8389}" type="doc">
      <dgm:prSet loTypeId="urn:microsoft.com/office/officeart/2008/layout/VerticalCurvedList" loCatId="list" qsTypeId="urn:microsoft.com/office/officeart/2005/8/quickstyle/3d1" qsCatId="3D" csTypeId="urn:microsoft.com/office/officeart/2005/8/colors/accent2_1" csCatId="accent2" phldr="1"/>
      <dgm:spPr/>
      <dgm:t>
        <a:bodyPr/>
        <a:lstStyle/>
        <a:p>
          <a:endParaRPr lang="fr-FR"/>
        </a:p>
      </dgm:t>
    </dgm:pt>
    <dgm:pt modelId="{3AA5F3A9-7A14-4B03-9297-2D5701E6766B}">
      <dgm:prSet phldrT="[Texte]" custT="1"/>
      <dgm:spPr/>
      <dgm:t>
        <a:bodyPr/>
        <a:lstStyle/>
        <a:p>
          <a:pPr algn="r"/>
          <a:r>
            <a:rPr lang="fr-FR" sz="1800" b="1" i="0" baseline="0">
              <a:solidFill>
                <a:srgbClr val="0070C0"/>
              </a:solidFill>
            </a:rPr>
            <a:t>CADRE DE MEMOIRE TECHNIQUE</a:t>
          </a:r>
        </a:p>
        <a:p>
          <a:pPr algn="r"/>
          <a:r>
            <a:rPr lang="fr-FR" sz="900">
              <a:solidFill>
                <a:srgbClr val="0070C0"/>
              </a:solidFill>
            </a:rPr>
            <a:t>Date limite de remise des offres : 07 avril 2026 à 16h00 (Réunion)</a:t>
          </a:r>
          <a:endParaRPr lang="fr-FR" sz="900" b="1" i="0" baseline="0">
            <a:solidFill>
              <a:sysClr val="windowText" lastClr="000000"/>
            </a:solidFill>
          </a:endParaRPr>
        </a:p>
      </dgm:t>
    </dgm:pt>
    <dgm:pt modelId="{4B841EE6-32AB-4836-8595-B4B78BB2ABC3}" type="parTrans" cxnId="{97CC880D-1DF3-4674-B27C-C3C3EC6B0401}">
      <dgm:prSet/>
      <dgm:spPr/>
      <dgm:t>
        <a:bodyPr/>
        <a:lstStyle/>
        <a:p>
          <a:pPr algn="r"/>
          <a:endParaRPr lang="fr-FR"/>
        </a:p>
      </dgm:t>
    </dgm:pt>
    <dgm:pt modelId="{97EFEB9A-A3C8-4AB6-BD6B-6253B9AB1699}" type="sibTrans" cxnId="{97CC880D-1DF3-4674-B27C-C3C3EC6B0401}">
      <dgm:prSet/>
      <dgm:spPr/>
      <dgm:t>
        <a:bodyPr/>
        <a:lstStyle/>
        <a:p>
          <a:pPr algn="r"/>
          <a:endParaRPr lang="fr-FR"/>
        </a:p>
      </dgm:t>
    </dgm:pt>
    <dgm:pt modelId="{25FF3420-B1A5-4F71-87D8-714607657C9B}">
      <dgm:prSet phldrT="[Texte]" custT="1"/>
      <dgm:spPr/>
      <dgm:t>
        <a:bodyPr/>
        <a:lstStyle/>
        <a:p>
          <a:pPr algn="r"/>
          <a:r>
            <a:rPr lang="fr-FR" sz="1400" b="1">
              <a:solidFill>
                <a:srgbClr val="0070C0"/>
              </a:solidFill>
            </a:rPr>
            <a:t>Entretien des espaces verts </a:t>
          </a:r>
        </a:p>
        <a:p>
          <a:pPr algn="r"/>
          <a:r>
            <a:rPr lang="fr-FR" sz="1200">
              <a:solidFill>
                <a:srgbClr val="0070C0"/>
              </a:solidFill>
            </a:rPr>
            <a:t>des juridictions du département de La Réunion</a:t>
          </a:r>
        </a:p>
      </dgm:t>
    </dgm:pt>
    <dgm:pt modelId="{48272330-791D-4FCA-940A-E42AAB22BD36}" type="parTrans" cxnId="{44511886-65EA-45DC-84C1-D092C29C679E}">
      <dgm:prSet/>
      <dgm:spPr/>
      <dgm:t>
        <a:bodyPr/>
        <a:lstStyle/>
        <a:p>
          <a:pPr algn="r"/>
          <a:endParaRPr lang="fr-FR"/>
        </a:p>
      </dgm:t>
    </dgm:pt>
    <dgm:pt modelId="{8576627E-CEA8-4DD3-A2C0-13DCC27BB5FE}" type="sibTrans" cxnId="{44511886-65EA-45DC-84C1-D092C29C679E}">
      <dgm:prSet/>
      <dgm:spPr/>
      <dgm:t>
        <a:bodyPr/>
        <a:lstStyle/>
        <a:p>
          <a:pPr algn="r"/>
          <a:endParaRPr lang="fr-FR"/>
        </a:p>
      </dgm:t>
    </dgm:pt>
    <dgm:pt modelId="{0B249566-CEDD-4F49-999B-7974CDBDC3E3}">
      <dgm:prSet phldrT="[Texte]" custT="1"/>
      <dgm:spPr/>
      <dgm:t>
        <a:bodyPr/>
        <a:lstStyle/>
        <a:p>
          <a:pPr algn="r"/>
          <a:r>
            <a:rPr lang="fr-FR" sz="1400"/>
            <a:t>          Candidat : ....................................................</a:t>
          </a:r>
        </a:p>
        <a:p>
          <a:pPr algn="r"/>
          <a:r>
            <a:rPr lang="fr-FR" sz="1400">
              <a:solidFill>
                <a:sysClr val="windowText" lastClr="000000"/>
              </a:solidFill>
            </a:rPr>
            <a:t>Lot n° 4</a:t>
          </a:r>
        </a:p>
      </dgm:t>
    </dgm:pt>
    <dgm:pt modelId="{911533C6-848B-4B54-8B83-D3DFDCBAED12}" type="parTrans" cxnId="{EA12F407-8FA8-4E8F-BBC0-5124722B3C36}">
      <dgm:prSet/>
      <dgm:spPr/>
      <dgm:t>
        <a:bodyPr/>
        <a:lstStyle/>
        <a:p>
          <a:pPr algn="r"/>
          <a:endParaRPr lang="fr-FR"/>
        </a:p>
      </dgm:t>
    </dgm:pt>
    <dgm:pt modelId="{1B7B981F-96B6-4211-BF02-383C2FAA64EB}" type="sibTrans" cxnId="{EA12F407-8FA8-4E8F-BBC0-5124722B3C36}">
      <dgm:prSet/>
      <dgm:spPr/>
      <dgm:t>
        <a:bodyPr/>
        <a:lstStyle/>
        <a:p>
          <a:pPr algn="r"/>
          <a:endParaRPr lang="fr-FR"/>
        </a:p>
      </dgm:t>
    </dgm:pt>
    <dgm:pt modelId="{A370B93B-9DD3-49A8-AC5B-C4562C6D4134}" type="pres">
      <dgm:prSet presAssocID="{0AFE740A-7479-4475-8C9D-28658EAA8389}" presName="Name0" presStyleCnt="0">
        <dgm:presLayoutVars>
          <dgm:chMax val="7"/>
          <dgm:chPref val="7"/>
          <dgm:dir/>
        </dgm:presLayoutVars>
      </dgm:prSet>
      <dgm:spPr/>
    </dgm:pt>
    <dgm:pt modelId="{C3DF76EE-3495-4A95-BCDF-FB9CDDFA80CA}" type="pres">
      <dgm:prSet presAssocID="{0AFE740A-7479-4475-8C9D-28658EAA8389}" presName="Name1" presStyleCnt="0"/>
      <dgm:spPr/>
    </dgm:pt>
    <dgm:pt modelId="{F6D95A1F-150F-4ECB-9B5D-C5C7CADDDA5B}" type="pres">
      <dgm:prSet presAssocID="{0AFE740A-7479-4475-8C9D-28658EAA8389}" presName="cycle" presStyleCnt="0"/>
      <dgm:spPr/>
    </dgm:pt>
    <dgm:pt modelId="{43BB54A4-3610-46B3-87E6-ED4A9ACCA1E6}" type="pres">
      <dgm:prSet presAssocID="{0AFE740A-7479-4475-8C9D-28658EAA8389}" presName="srcNode" presStyleLbl="node1" presStyleIdx="0" presStyleCnt="3"/>
      <dgm:spPr/>
    </dgm:pt>
    <dgm:pt modelId="{A4F18AA1-11E2-43DF-A7E3-131BA05297A9}" type="pres">
      <dgm:prSet presAssocID="{0AFE740A-7479-4475-8C9D-28658EAA8389}" presName="conn" presStyleLbl="parChTrans1D2" presStyleIdx="0" presStyleCnt="1"/>
      <dgm:spPr/>
    </dgm:pt>
    <dgm:pt modelId="{C2521D5E-D668-4188-BCB8-55CFF24E4A79}" type="pres">
      <dgm:prSet presAssocID="{0AFE740A-7479-4475-8C9D-28658EAA8389}" presName="extraNode" presStyleLbl="node1" presStyleIdx="0" presStyleCnt="3"/>
      <dgm:spPr/>
    </dgm:pt>
    <dgm:pt modelId="{6D07F4B6-DA56-4F66-8D5D-CDC9A7C79A73}" type="pres">
      <dgm:prSet presAssocID="{0AFE740A-7479-4475-8C9D-28658EAA8389}" presName="dstNode" presStyleLbl="node1" presStyleIdx="0" presStyleCnt="3"/>
      <dgm:spPr/>
    </dgm:pt>
    <dgm:pt modelId="{2586FBDB-8B95-4A06-904B-1F2089E79CA1}" type="pres">
      <dgm:prSet presAssocID="{3AA5F3A9-7A14-4B03-9297-2D5701E6766B}" presName="text_1" presStyleLbl="node1" presStyleIdx="0" presStyleCnt="3">
        <dgm:presLayoutVars>
          <dgm:bulletEnabled val="1"/>
        </dgm:presLayoutVars>
      </dgm:prSet>
      <dgm:spPr/>
    </dgm:pt>
    <dgm:pt modelId="{DD6C9DA1-8152-4CB7-AA85-EA8E3C6572D0}" type="pres">
      <dgm:prSet presAssocID="{3AA5F3A9-7A14-4B03-9297-2D5701E6766B}" presName="accent_1" presStyleCnt="0"/>
      <dgm:spPr/>
    </dgm:pt>
    <dgm:pt modelId="{14FF62BC-1C48-4A11-9BD5-114C9CEB209C}" type="pres">
      <dgm:prSet presAssocID="{3AA5F3A9-7A14-4B03-9297-2D5701E6766B}" presName="accentRepeatNode" presStyleLbl="solidFgAcc1" presStyleIdx="0" presStyleCnt="3"/>
      <dgm:spPr/>
    </dgm:pt>
    <dgm:pt modelId="{B557C3DE-F283-4152-B3C0-D924D6D80B34}" type="pres">
      <dgm:prSet presAssocID="{25FF3420-B1A5-4F71-87D8-714607657C9B}" presName="text_2" presStyleLbl="node1" presStyleIdx="1" presStyleCnt="3" custLinFactNeighborX="1072">
        <dgm:presLayoutVars>
          <dgm:bulletEnabled val="1"/>
        </dgm:presLayoutVars>
      </dgm:prSet>
      <dgm:spPr/>
    </dgm:pt>
    <dgm:pt modelId="{AEA18246-0827-4B80-8CC1-1D2EC9764D51}" type="pres">
      <dgm:prSet presAssocID="{25FF3420-B1A5-4F71-87D8-714607657C9B}" presName="accent_2" presStyleCnt="0"/>
      <dgm:spPr/>
    </dgm:pt>
    <dgm:pt modelId="{489B3BF8-1D4B-4C1E-B6F7-C19DCA603B61}" type="pres">
      <dgm:prSet presAssocID="{25FF3420-B1A5-4F71-87D8-714607657C9B}" presName="accentRepeatNode" presStyleLbl="solidFgAcc1" presStyleIdx="1" presStyleCnt="3"/>
      <dgm:spPr/>
    </dgm:pt>
    <dgm:pt modelId="{7C258D87-C24E-4287-8264-68F2EF346F29}" type="pres">
      <dgm:prSet presAssocID="{0B249566-CEDD-4F49-999B-7974CDBDC3E3}" presName="text_3" presStyleLbl="node1" presStyleIdx="2" presStyleCnt="3" custScaleX="103134">
        <dgm:presLayoutVars>
          <dgm:bulletEnabled val="1"/>
        </dgm:presLayoutVars>
      </dgm:prSet>
      <dgm:spPr/>
    </dgm:pt>
    <dgm:pt modelId="{DCD4B78F-A8AB-4A3E-A855-0F7722F86E8E}" type="pres">
      <dgm:prSet presAssocID="{0B249566-CEDD-4F49-999B-7974CDBDC3E3}" presName="accent_3" presStyleCnt="0"/>
      <dgm:spPr/>
    </dgm:pt>
    <dgm:pt modelId="{D84AC7F7-09A4-46CC-99CD-BE41BDE3CAC7}" type="pres">
      <dgm:prSet presAssocID="{0B249566-CEDD-4F49-999B-7974CDBDC3E3}" presName="accentRepeatNode" presStyleLbl="solidFgAcc1" presStyleIdx="2" presStyleCnt="3"/>
      <dgm:spPr/>
    </dgm:pt>
  </dgm:ptLst>
  <dgm:cxnLst>
    <dgm:cxn modelId="{EA12F407-8FA8-4E8F-BBC0-5124722B3C36}" srcId="{0AFE740A-7479-4475-8C9D-28658EAA8389}" destId="{0B249566-CEDD-4F49-999B-7974CDBDC3E3}" srcOrd="2" destOrd="0" parTransId="{911533C6-848B-4B54-8B83-D3DFDCBAED12}" sibTransId="{1B7B981F-96B6-4211-BF02-383C2FAA64EB}"/>
    <dgm:cxn modelId="{97CC880D-1DF3-4674-B27C-C3C3EC6B0401}" srcId="{0AFE740A-7479-4475-8C9D-28658EAA8389}" destId="{3AA5F3A9-7A14-4B03-9297-2D5701E6766B}" srcOrd="0" destOrd="0" parTransId="{4B841EE6-32AB-4836-8595-B4B78BB2ABC3}" sibTransId="{97EFEB9A-A3C8-4AB6-BD6B-6253B9AB1699}"/>
    <dgm:cxn modelId="{3B33DB27-B94F-45CC-922C-ABA1D22C85BF}" type="presOf" srcId="{0AFE740A-7479-4475-8C9D-28658EAA8389}" destId="{A370B93B-9DD3-49A8-AC5B-C4562C6D4134}" srcOrd="0" destOrd="0" presId="urn:microsoft.com/office/officeart/2008/layout/VerticalCurvedList"/>
    <dgm:cxn modelId="{60FF6632-0171-41FE-8EBA-7A0826C08FFB}" type="presOf" srcId="{3AA5F3A9-7A14-4B03-9297-2D5701E6766B}" destId="{2586FBDB-8B95-4A06-904B-1F2089E79CA1}" srcOrd="0" destOrd="0" presId="urn:microsoft.com/office/officeart/2008/layout/VerticalCurvedList"/>
    <dgm:cxn modelId="{60B4A859-17F6-48A8-BC54-F03D30C926F0}" type="presOf" srcId="{0B249566-CEDD-4F49-999B-7974CDBDC3E3}" destId="{7C258D87-C24E-4287-8264-68F2EF346F29}" srcOrd="0" destOrd="0" presId="urn:microsoft.com/office/officeart/2008/layout/VerticalCurvedList"/>
    <dgm:cxn modelId="{44511886-65EA-45DC-84C1-D092C29C679E}" srcId="{0AFE740A-7479-4475-8C9D-28658EAA8389}" destId="{25FF3420-B1A5-4F71-87D8-714607657C9B}" srcOrd="1" destOrd="0" parTransId="{48272330-791D-4FCA-940A-E42AAB22BD36}" sibTransId="{8576627E-CEA8-4DD3-A2C0-13DCC27BB5FE}"/>
    <dgm:cxn modelId="{47FC2687-0813-4BD8-AB16-218DC6621F4D}" type="presOf" srcId="{25FF3420-B1A5-4F71-87D8-714607657C9B}" destId="{B557C3DE-F283-4152-B3C0-D924D6D80B34}" srcOrd="0" destOrd="0" presId="urn:microsoft.com/office/officeart/2008/layout/VerticalCurvedList"/>
    <dgm:cxn modelId="{34EB24D3-A676-48EA-AEDD-9DACE9D54F12}" type="presOf" srcId="{97EFEB9A-A3C8-4AB6-BD6B-6253B9AB1699}" destId="{A4F18AA1-11E2-43DF-A7E3-131BA05297A9}" srcOrd="0" destOrd="0" presId="urn:microsoft.com/office/officeart/2008/layout/VerticalCurvedList"/>
    <dgm:cxn modelId="{9D4C7415-923C-417D-8572-D65743CA962D}" type="presParOf" srcId="{A370B93B-9DD3-49A8-AC5B-C4562C6D4134}" destId="{C3DF76EE-3495-4A95-BCDF-FB9CDDFA80CA}" srcOrd="0" destOrd="0" presId="urn:microsoft.com/office/officeart/2008/layout/VerticalCurvedList"/>
    <dgm:cxn modelId="{BB2D9CF4-0D9F-48EA-B2BB-A1F958DB7DCB}" type="presParOf" srcId="{C3DF76EE-3495-4A95-BCDF-FB9CDDFA80CA}" destId="{F6D95A1F-150F-4ECB-9B5D-C5C7CADDDA5B}" srcOrd="0" destOrd="0" presId="urn:microsoft.com/office/officeart/2008/layout/VerticalCurvedList"/>
    <dgm:cxn modelId="{B50E3F49-F199-4B20-B0A9-249ABB2C19DF}" type="presParOf" srcId="{F6D95A1F-150F-4ECB-9B5D-C5C7CADDDA5B}" destId="{43BB54A4-3610-46B3-87E6-ED4A9ACCA1E6}" srcOrd="0" destOrd="0" presId="urn:microsoft.com/office/officeart/2008/layout/VerticalCurvedList"/>
    <dgm:cxn modelId="{FF5836BA-D40A-40B1-ACE3-71C32F0A82F3}" type="presParOf" srcId="{F6D95A1F-150F-4ECB-9B5D-C5C7CADDDA5B}" destId="{A4F18AA1-11E2-43DF-A7E3-131BA05297A9}" srcOrd="1" destOrd="0" presId="urn:microsoft.com/office/officeart/2008/layout/VerticalCurvedList"/>
    <dgm:cxn modelId="{007D5ED6-E3EF-4251-88E1-EF90296D510E}" type="presParOf" srcId="{F6D95A1F-150F-4ECB-9B5D-C5C7CADDDA5B}" destId="{C2521D5E-D668-4188-BCB8-55CFF24E4A79}" srcOrd="2" destOrd="0" presId="urn:microsoft.com/office/officeart/2008/layout/VerticalCurvedList"/>
    <dgm:cxn modelId="{06E556BA-86CA-474C-866B-0180BEE3A62F}" type="presParOf" srcId="{F6D95A1F-150F-4ECB-9B5D-C5C7CADDDA5B}" destId="{6D07F4B6-DA56-4F66-8D5D-CDC9A7C79A73}" srcOrd="3" destOrd="0" presId="urn:microsoft.com/office/officeart/2008/layout/VerticalCurvedList"/>
    <dgm:cxn modelId="{2B83286B-E174-43D5-8548-EA03403C05E8}" type="presParOf" srcId="{C3DF76EE-3495-4A95-BCDF-FB9CDDFA80CA}" destId="{2586FBDB-8B95-4A06-904B-1F2089E79CA1}" srcOrd="1" destOrd="0" presId="urn:microsoft.com/office/officeart/2008/layout/VerticalCurvedList"/>
    <dgm:cxn modelId="{862CD558-4FB7-4845-B33E-1E2DDFE96334}" type="presParOf" srcId="{C3DF76EE-3495-4A95-BCDF-FB9CDDFA80CA}" destId="{DD6C9DA1-8152-4CB7-AA85-EA8E3C6572D0}" srcOrd="2" destOrd="0" presId="urn:microsoft.com/office/officeart/2008/layout/VerticalCurvedList"/>
    <dgm:cxn modelId="{CECC4532-B27F-4897-B17A-E64BB17F0E26}" type="presParOf" srcId="{DD6C9DA1-8152-4CB7-AA85-EA8E3C6572D0}" destId="{14FF62BC-1C48-4A11-9BD5-114C9CEB209C}" srcOrd="0" destOrd="0" presId="urn:microsoft.com/office/officeart/2008/layout/VerticalCurvedList"/>
    <dgm:cxn modelId="{D7A7EF6C-D605-44F7-A2EE-FF2AD8A81C1C}" type="presParOf" srcId="{C3DF76EE-3495-4A95-BCDF-FB9CDDFA80CA}" destId="{B557C3DE-F283-4152-B3C0-D924D6D80B34}" srcOrd="3" destOrd="0" presId="urn:microsoft.com/office/officeart/2008/layout/VerticalCurvedList"/>
    <dgm:cxn modelId="{FD04194A-1D79-4BDA-978D-5D5FB76CC2A5}" type="presParOf" srcId="{C3DF76EE-3495-4A95-BCDF-FB9CDDFA80CA}" destId="{AEA18246-0827-4B80-8CC1-1D2EC9764D51}" srcOrd="4" destOrd="0" presId="urn:microsoft.com/office/officeart/2008/layout/VerticalCurvedList"/>
    <dgm:cxn modelId="{48A86969-55BB-4A5C-BD5E-8D11F65E180A}" type="presParOf" srcId="{AEA18246-0827-4B80-8CC1-1D2EC9764D51}" destId="{489B3BF8-1D4B-4C1E-B6F7-C19DCA603B61}" srcOrd="0" destOrd="0" presId="urn:microsoft.com/office/officeart/2008/layout/VerticalCurvedList"/>
    <dgm:cxn modelId="{67EE0EF2-B7BD-4559-9D50-5BFE06DBE306}" type="presParOf" srcId="{C3DF76EE-3495-4A95-BCDF-FB9CDDFA80CA}" destId="{7C258D87-C24E-4287-8264-68F2EF346F29}" srcOrd="5" destOrd="0" presId="urn:microsoft.com/office/officeart/2008/layout/VerticalCurvedList"/>
    <dgm:cxn modelId="{4F9E6B0C-044D-4EB2-8F2D-7CC1FDC9B373}" type="presParOf" srcId="{C3DF76EE-3495-4A95-BCDF-FB9CDDFA80CA}" destId="{DCD4B78F-A8AB-4A3E-A855-0F7722F86E8E}" srcOrd="6" destOrd="0" presId="urn:microsoft.com/office/officeart/2008/layout/VerticalCurvedList"/>
    <dgm:cxn modelId="{DC18D4CE-D1FE-48C2-A711-F32D8CC7435D}" type="presParOf" srcId="{DCD4B78F-A8AB-4A3E-A855-0F7722F86E8E}" destId="{D84AC7F7-09A4-46CC-99CD-BE41BDE3CAC7}"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F18AA1-11E2-43DF-A7E3-131BA05297A9}">
      <dsp:nvSpPr>
        <dsp:cNvPr id="0" name=""/>
        <dsp:cNvSpPr/>
      </dsp:nvSpPr>
      <dsp:spPr>
        <a:xfrm>
          <a:off x="-3532645" y="-537847"/>
          <a:ext cx="4171320" cy="4171320"/>
        </a:xfrm>
        <a:prstGeom prst="blockArc">
          <a:avLst>
            <a:gd name="adj1" fmla="val 18900000"/>
            <a:gd name="adj2" fmla="val 2700000"/>
            <a:gd name="adj3" fmla="val 518"/>
          </a:avLst>
        </a:prstGeom>
        <a:noFill/>
        <a:ln w="12700" cap="flat" cmpd="sng" algn="ctr">
          <a:solidFill>
            <a:schemeClr val="accent2">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2586FBDB-8B95-4A06-904B-1F2089E79CA1}">
      <dsp:nvSpPr>
        <dsp:cNvPr id="0" name=""/>
        <dsp:cNvSpPr/>
      </dsp:nvSpPr>
      <dsp:spPr>
        <a:xfrm>
          <a:off x="398588" y="309562"/>
          <a:ext cx="4328207" cy="61912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1430" tIns="45720" rIns="45720" bIns="45720" numCol="1" spcCol="1270" anchor="ctr" anchorCtr="0">
          <a:noAutofit/>
        </a:bodyPr>
        <a:lstStyle/>
        <a:p>
          <a:pPr marL="0" lvl="0" indent="0" algn="r" defTabSz="800100">
            <a:lnSpc>
              <a:spcPct val="90000"/>
            </a:lnSpc>
            <a:spcBef>
              <a:spcPct val="0"/>
            </a:spcBef>
            <a:spcAft>
              <a:spcPct val="35000"/>
            </a:spcAft>
            <a:buNone/>
          </a:pPr>
          <a:r>
            <a:rPr lang="fr-FR" sz="1800" b="1" i="0" kern="1200" baseline="0">
              <a:solidFill>
                <a:srgbClr val="0070C0"/>
              </a:solidFill>
            </a:rPr>
            <a:t>CADRE DE MEMOIRE TECHNIQUE</a:t>
          </a:r>
        </a:p>
        <a:p>
          <a:pPr marL="0" lvl="0" indent="0" algn="r" defTabSz="800100">
            <a:lnSpc>
              <a:spcPct val="90000"/>
            </a:lnSpc>
            <a:spcBef>
              <a:spcPct val="0"/>
            </a:spcBef>
            <a:spcAft>
              <a:spcPct val="35000"/>
            </a:spcAft>
            <a:buNone/>
          </a:pPr>
          <a:r>
            <a:rPr lang="fr-FR" sz="900" kern="1200">
              <a:solidFill>
                <a:srgbClr val="0070C0"/>
              </a:solidFill>
            </a:rPr>
            <a:t>Date limite de remise des offres : 07 avril 2026 à 16h00 (Réunion)</a:t>
          </a:r>
          <a:endParaRPr lang="fr-FR" sz="900" b="1" i="0" kern="1200" baseline="0">
            <a:solidFill>
              <a:sysClr val="windowText" lastClr="000000"/>
            </a:solidFill>
          </a:endParaRPr>
        </a:p>
      </dsp:txBody>
      <dsp:txXfrm>
        <a:off x="398588" y="309562"/>
        <a:ext cx="4328207" cy="619125"/>
      </dsp:txXfrm>
    </dsp:sp>
    <dsp:sp modelId="{14FF62BC-1C48-4A11-9BD5-114C9CEB209C}">
      <dsp:nvSpPr>
        <dsp:cNvPr id="0" name=""/>
        <dsp:cNvSpPr/>
      </dsp:nvSpPr>
      <dsp:spPr>
        <a:xfrm>
          <a:off x="11635" y="232171"/>
          <a:ext cx="773906" cy="773906"/>
        </a:xfrm>
        <a:prstGeom prst="ellipse">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B557C3DE-F283-4152-B3C0-D924D6D80B34}">
      <dsp:nvSpPr>
        <dsp:cNvPr id="0" name=""/>
        <dsp:cNvSpPr/>
      </dsp:nvSpPr>
      <dsp:spPr>
        <a:xfrm>
          <a:off x="667626" y="1238249"/>
          <a:ext cx="4103155" cy="61912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1430" tIns="35560" rIns="35560" bIns="35560" numCol="1" spcCol="1270" anchor="ctr" anchorCtr="0">
          <a:noAutofit/>
        </a:bodyPr>
        <a:lstStyle/>
        <a:p>
          <a:pPr marL="0" lvl="0" indent="0" algn="r" defTabSz="622300">
            <a:lnSpc>
              <a:spcPct val="90000"/>
            </a:lnSpc>
            <a:spcBef>
              <a:spcPct val="0"/>
            </a:spcBef>
            <a:spcAft>
              <a:spcPct val="35000"/>
            </a:spcAft>
            <a:buNone/>
          </a:pPr>
          <a:r>
            <a:rPr lang="fr-FR" sz="1400" b="1" kern="1200">
              <a:solidFill>
                <a:srgbClr val="0070C0"/>
              </a:solidFill>
            </a:rPr>
            <a:t>Entretien des espaces verts </a:t>
          </a:r>
        </a:p>
        <a:p>
          <a:pPr marL="0" lvl="0" indent="0" algn="r" defTabSz="622300">
            <a:lnSpc>
              <a:spcPct val="90000"/>
            </a:lnSpc>
            <a:spcBef>
              <a:spcPct val="0"/>
            </a:spcBef>
            <a:spcAft>
              <a:spcPct val="35000"/>
            </a:spcAft>
            <a:buNone/>
          </a:pPr>
          <a:r>
            <a:rPr lang="fr-FR" sz="1200" kern="1200">
              <a:solidFill>
                <a:srgbClr val="0070C0"/>
              </a:solidFill>
            </a:rPr>
            <a:t>des juridictions du département de La Réunion</a:t>
          </a:r>
        </a:p>
      </dsp:txBody>
      <dsp:txXfrm>
        <a:off x="667626" y="1238249"/>
        <a:ext cx="4103155" cy="619125"/>
      </dsp:txXfrm>
    </dsp:sp>
    <dsp:sp modelId="{489B3BF8-1D4B-4C1E-B6F7-C19DCA603B61}">
      <dsp:nvSpPr>
        <dsp:cNvPr id="0" name=""/>
        <dsp:cNvSpPr/>
      </dsp:nvSpPr>
      <dsp:spPr>
        <a:xfrm>
          <a:off x="236687" y="1160859"/>
          <a:ext cx="773906" cy="773906"/>
        </a:xfrm>
        <a:prstGeom prst="ellipse">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7C258D87-C24E-4287-8264-68F2EF346F29}">
      <dsp:nvSpPr>
        <dsp:cNvPr id="0" name=""/>
        <dsp:cNvSpPr/>
      </dsp:nvSpPr>
      <dsp:spPr>
        <a:xfrm>
          <a:off x="330765" y="2166937"/>
          <a:ext cx="4463853" cy="61912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1430" tIns="35560" rIns="35560" bIns="35560" numCol="1" spcCol="1270" anchor="ctr" anchorCtr="0">
          <a:noAutofit/>
        </a:bodyPr>
        <a:lstStyle/>
        <a:p>
          <a:pPr marL="0" lvl="0" indent="0" algn="r" defTabSz="622300">
            <a:lnSpc>
              <a:spcPct val="90000"/>
            </a:lnSpc>
            <a:spcBef>
              <a:spcPct val="0"/>
            </a:spcBef>
            <a:spcAft>
              <a:spcPct val="35000"/>
            </a:spcAft>
            <a:buNone/>
          </a:pPr>
          <a:r>
            <a:rPr lang="fr-FR" sz="1400" kern="1200"/>
            <a:t>          Candidat : ....................................................</a:t>
          </a:r>
        </a:p>
        <a:p>
          <a:pPr marL="0" lvl="0" indent="0" algn="r" defTabSz="622300">
            <a:lnSpc>
              <a:spcPct val="90000"/>
            </a:lnSpc>
            <a:spcBef>
              <a:spcPct val="0"/>
            </a:spcBef>
            <a:spcAft>
              <a:spcPct val="35000"/>
            </a:spcAft>
            <a:buNone/>
          </a:pPr>
          <a:r>
            <a:rPr lang="fr-FR" sz="1400" kern="1200">
              <a:solidFill>
                <a:sysClr val="windowText" lastClr="000000"/>
              </a:solidFill>
            </a:rPr>
            <a:t>Lot n° 4</a:t>
          </a:r>
        </a:p>
      </dsp:txBody>
      <dsp:txXfrm>
        <a:off x="330765" y="2166937"/>
        <a:ext cx="4463853" cy="619125"/>
      </dsp:txXfrm>
    </dsp:sp>
    <dsp:sp modelId="{D84AC7F7-09A4-46CC-99CD-BE41BDE3CAC7}">
      <dsp:nvSpPr>
        <dsp:cNvPr id="0" name=""/>
        <dsp:cNvSpPr/>
      </dsp:nvSpPr>
      <dsp:spPr>
        <a:xfrm>
          <a:off x="11635" y="2089546"/>
          <a:ext cx="773906" cy="773906"/>
        </a:xfrm>
        <a:prstGeom prst="ellipse">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A2075-7D36-4197-98D7-072F5DC1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Masque-Word.dotx</Template>
  <TotalTime>15</TotalTime>
  <Pages>5</Pages>
  <Words>383</Words>
  <Characters>2109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Impression</vt:lpstr>
    </vt:vector>
  </TitlesOfParts>
  <Company>Ministere de la Justice</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subject/>
  <dc:creator>HERRERA Myriam</dc:creator>
  <cp:keywords/>
  <dc:description/>
  <cp:lastModifiedBy>GAYT Emilie</cp:lastModifiedBy>
  <cp:revision>6</cp:revision>
  <cp:lastPrinted>2026-02-11T11:00:00Z</cp:lastPrinted>
  <dcterms:created xsi:type="dcterms:W3CDTF">2026-02-24T09:59:00Z</dcterms:created>
  <dcterms:modified xsi:type="dcterms:W3CDTF">2026-02-25T07:57:00Z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